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11837" w14:textId="77777777" w:rsidR="00E65CB9" w:rsidRDefault="00E65CB9" w:rsidP="00E65CB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D2AF4C3" w14:textId="77777777" w:rsidR="00E65CB9" w:rsidRDefault="00E65CB9" w:rsidP="00E65CB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69E3BD7" w14:textId="0F6A99E6" w:rsidR="00E65CB9" w:rsidRDefault="00E65CB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79ECA86" w14:textId="77777777" w:rsidR="00E65CB9" w:rsidRDefault="00E65CB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BB4091" w14:textId="5C26C69C" w:rsidR="0085747A" w:rsidRPr="0085762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5762F">
        <w:rPr>
          <w:rFonts w:ascii="Corbel" w:hAnsi="Corbel"/>
          <w:b/>
          <w:smallCaps/>
          <w:sz w:val="24"/>
          <w:szCs w:val="24"/>
        </w:rPr>
        <w:t>SYLABUS</w:t>
      </w:r>
    </w:p>
    <w:p w14:paraId="26A8D4AB" w14:textId="4752767B" w:rsidR="0085747A" w:rsidRPr="0085762F" w:rsidRDefault="0071620A" w:rsidP="00AD64D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5762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5762F">
        <w:rPr>
          <w:rFonts w:ascii="Corbel" w:hAnsi="Corbel"/>
          <w:b/>
          <w:smallCaps/>
          <w:sz w:val="24"/>
          <w:szCs w:val="24"/>
        </w:rPr>
        <w:t xml:space="preserve"> </w:t>
      </w:r>
      <w:r w:rsidR="00AD64D8">
        <w:rPr>
          <w:rFonts w:ascii="Corbel" w:hAnsi="Corbel"/>
          <w:b/>
          <w:smallCaps/>
          <w:sz w:val="24"/>
          <w:szCs w:val="24"/>
        </w:rPr>
        <w:t>202</w:t>
      </w:r>
      <w:r w:rsidR="00CA6120">
        <w:rPr>
          <w:rFonts w:ascii="Corbel" w:hAnsi="Corbel"/>
          <w:b/>
          <w:smallCaps/>
          <w:sz w:val="24"/>
          <w:szCs w:val="24"/>
        </w:rPr>
        <w:t>5</w:t>
      </w:r>
      <w:r w:rsidR="00AD64D8">
        <w:rPr>
          <w:rFonts w:ascii="Corbel" w:hAnsi="Corbel"/>
          <w:b/>
          <w:smallCaps/>
          <w:sz w:val="24"/>
          <w:szCs w:val="24"/>
        </w:rPr>
        <w:t>-20</w:t>
      </w:r>
      <w:r w:rsidR="00CA6120">
        <w:rPr>
          <w:rFonts w:ascii="Corbel" w:hAnsi="Corbel"/>
          <w:b/>
          <w:smallCaps/>
          <w:sz w:val="24"/>
          <w:szCs w:val="24"/>
        </w:rPr>
        <w:t>30</w:t>
      </w:r>
    </w:p>
    <w:p w14:paraId="35F35D5E" w14:textId="607AC4EB" w:rsidR="00445970" w:rsidRPr="0085762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ab/>
      </w:r>
      <w:r w:rsidRPr="0085762F">
        <w:rPr>
          <w:rFonts w:ascii="Corbel" w:hAnsi="Corbel"/>
          <w:sz w:val="24"/>
          <w:szCs w:val="24"/>
        </w:rPr>
        <w:tab/>
      </w:r>
      <w:r w:rsidRPr="0085762F">
        <w:rPr>
          <w:rFonts w:ascii="Corbel" w:hAnsi="Corbel"/>
          <w:sz w:val="24"/>
          <w:szCs w:val="24"/>
        </w:rPr>
        <w:tab/>
      </w:r>
      <w:r w:rsidRPr="0085762F">
        <w:rPr>
          <w:rFonts w:ascii="Corbel" w:hAnsi="Corbel"/>
          <w:sz w:val="24"/>
          <w:szCs w:val="24"/>
        </w:rPr>
        <w:tab/>
        <w:t xml:space="preserve">Rok akademicki   </w:t>
      </w:r>
      <w:r w:rsidR="00B40587" w:rsidRPr="0085762F">
        <w:rPr>
          <w:rFonts w:ascii="Corbel" w:hAnsi="Corbel"/>
          <w:sz w:val="24"/>
          <w:szCs w:val="24"/>
        </w:rPr>
        <w:t>202</w:t>
      </w:r>
      <w:r w:rsidR="00CE642B">
        <w:rPr>
          <w:rFonts w:ascii="Corbel" w:hAnsi="Corbel"/>
          <w:sz w:val="24"/>
          <w:szCs w:val="24"/>
        </w:rPr>
        <w:t>8</w:t>
      </w:r>
      <w:r w:rsidR="00B40587" w:rsidRPr="0085762F">
        <w:rPr>
          <w:rFonts w:ascii="Corbel" w:hAnsi="Corbel"/>
          <w:sz w:val="24"/>
          <w:szCs w:val="24"/>
        </w:rPr>
        <w:t>/202</w:t>
      </w:r>
      <w:r w:rsidR="00CE642B">
        <w:rPr>
          <w:rFonts w:ascii="Corbel" w:hAnsi="Corbel"/>
          <w:sz w:val="24"/>
          <w:szCs w:val="24"/>
        </w:rPr>
        <w:t>9</w:t>
      </w:r>
    </w:p>
    <w:p w14:paraId="5451B04B" w14:textId="77777777" w:rsidR="0085747A" w:rsidRPr="0085762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52295" w14:textId="77777777" w:rsidR="0085747A" w:rsidRPr="0085762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5762F">
        <w:rPr>
          <w:rFonts w:ascii="Corbel" w:hAnsi="Corbel"/>
          <w:szCs w:val="24"/>
        </w:rPr>
        <w:t xml:space="preserve">1. </w:t>
      </w:r>
      <w:r w:rsidR="0085747A" w:rsidRPr="0085762F">
        <w:rPr>
          <w:rFonts w:ascii="Corbel" w:hAnsi="Corbel"/>
          <w:szCs w:val="24"/>
        </w:rPr>
        <w:t xml:space="preserve">Podstawowe </w:t>
      </w:r>
      <w:r w:rsidR="00445970" w:rsidRPr="0085762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5762F" w14:paraId="2DB88972" w14:textId="77777777" w:rsidTr="00570407">
        <w:tc>
          <w:tcPr>
            <w:tcW w:w="2694" w:type="dxa"/>
            <w:vAlign w:val="center"/>
          </w:tcPr>
          <w:p w14:paraId="5D6C9933" w14:textId="77777777" w:rsidR="0085747A" w:rsidRPr="008576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3E2906" w14:textId="77777777" w:rsidR="0085747A" w:rsidRPr="0085762F" w:rsidRDefault="00B17459" w:rsidP="0008373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komunikacja alternatywna i wspomagająca</w:t>
            </w:r>
          </w:p>
        </w:tc>
      </w:tr>
      <w:tr w:rsidR="0085747A" w:rsidRPr="0085762F" w14:paraId="7D201214" w14:textId="77777777" w:rsidTr="00570407">
        <w:tc>
          <w:tcPr>
            <w:tcW w:w="2694" w:type="dxa"/>
            <w:vAlign w:val="center"/>
          </w:tcPr>
          <w:p w14:paraId="1B7DB215" w14:textId="77777777" w:rsidR="0085747A" w:rsidRPr="0085762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5762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259709" w14:textId="77777777" w:rsidR="0085747A" w:rsidRPr="0085762F" w:rsidRDefault="000837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85762F" w14:paraId="72B6DCC3" w14:textId="77777777" w:rsidTr="00570407">
        <w:tc>
          <w:tcPr>
            <w:tcW w:w="2694" w:type="dxa"/>
            <w:vAlign w:val="center"/>
          </w:tcPr>
          <w:p w14:paraId="526272FD" w14:textId="77777777" w:rsidR="0085747A" w:rsidRPr="0085762F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N</w:t>
            </w:r>
            <w:r w:rsidR="0085747A" w:rsidRPr="0085762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5762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E23924" w14:textId="379E178C" w:rsidR="0085747A" w:rsidRPr="0085762F" w:rsidRDefault="00992E59" w:rsidP="00B174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  <w:r w:rsidR="007A265C" w:rsidRPr="008576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85762F" w14:paraId="15E6A87C" w14:textId="77777777" w:rsidTr="00570407">
        <w:tc>
          <w:tcPr>
            <w:tcW w:w="2694" w:type="dxa"/>
            <w:vAlign w:val="center"/>
          </w:tcPr>
          <w:p w14:paraId="6C401801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E5BF3E" w14:textId="77777777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5762F" w14:paraId="6B1E6BED" w14:textId="77777777" w:rsidTr="00570407">
        <w:tc>
          <w:tcPr>
            <w:tcW w:w="2694" w:type="dxa"/>
            <w:vAlign w:val="center"/>
          </w:tcPr>
          <w:p w14:paraId="4CDA535F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BD316F" w14:textId="77777777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85762F" w14:paraId="45262144" w14:textId="77777777" w:rsidTr="00570407">
        <w:tc>
          <w:tcPr>
            <w:tcW w:w="2694" w:type="dxa"/>
            <w:vAlign w:val="center"/>
          </w:tcPr>
          <w:p w14:paraId="091F6600" w14:textId="77777777" w:rsidR="0085747A" w:rsidRPr="0085762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98CE11" w14:textId="77777777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70407" w:rsidRPr="0085762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85762F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570407" w:rsidRPr="0085762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85762F" w14:paraId="1CAFAF4B" w14:textId="77777777" w:rsidTr="00570407">
        <w:tc>
          <w:tcPr>
            <w:tcW w:w="2694" w:type="dxa"/>
            <w:vAlign w:val="center"/>
          </w:tcPr>
          <w:p w14:paraId="62D7054B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F2F50C" w14:textId="77777777" w:rsidR="0085747A" w:rsidRPr="0085762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85762F" w14:paraId="25BC9763" w14:textId="77777777" w:rsidTr="00570407">
        <w:tc>
          <w:tcPr>
            <w:tcW w:w="2694" w:type="dxa"/>
            <w:vAlign w:val="center"/>
          </w:tcPr>
          <w:p w14:paraId="1AE4934F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F406FB" w14:textId="41E00BA5" w:rsidR="0085747A" w:rsidRPr="0085762F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A1C3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85762F" w14:paraId="677A1FD0" w14:textId="77777777" w:rsidTr="00570407">
        <w:tc>
          <w:tcPr>
            <w:tcW w:w="2694" w:type="dxa"/>
            <w:vAlign w:val="center"/>
          </w:tcPr>
          <w:p w14:paraId="4F088063" w14:textId="77777777" w:rsidR="0085747A" w:rsidRPr="0085762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5762F">
              <w:rPr>
                <w:rFonts w:ascii="Corbel" w:hAnsi="Corbel"/>
                <w:sz w:val="24"/>
                <w:szCs w:val="24"/>
              </w:rPr>
              <w:t>/y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32447D" w14:textId="77777777" w:rsidR="0085747A" w:rsidRPr="0085762F" w:rsidRDefault="00B174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IV rok, 8</w:t>
            </w:r>
            <w:r w:rsidR="00570407" w:rsidRPr="0085762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B17459" w:rsidRPr="0085762F" w14:paraId="24B169B9" w14:textId="77777777" w:rsidTr="00570407">
        <w:tc>
          <w:tcPr>
            <w:tcW w:w="2694" w:type="dxa"/>
            <w:vAlign w:val="center"/>
          </w:tcPr>
          <w:p w14:paraId="53235570" w14:textId="77777777" w:rsidR="00B17459" w:rsidRPr="0085762F" w:rsidRDefault="00B17459" w:rsidP="00B174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919297" w14:textId="77777777" w:rsidR="00083734" w:rsidRPr="0085762F" w:rsidRDefault="00B17459" w:rsidP="0008373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6A0283" w:rsidRPr="0085762F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083734" w:rsidRPr="0085762F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B17459" w:rsidRPr="0085762F" w14:paraId="50B51A15" w14:textId="77777777" w:rsidTr="00570407">
        <w:tc>
          <w:tcPr>
            <w:tcW w:w="2694" w:type="dxa"/>
            <w:vAlign w:val="center"/>
          </w:tcPr>
          <w:p w14:paraId="4531A0E5" w14:textId="77777777" w:rsidR="00B17459" w:rsidRPr="0085762F" w:rsidRDefault="00B17459" w:rsidP="00B174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63DFF" w14:textId="77777777" w:rsidR="00B17459" w:rsidRPr="0085762F" w:rsidRDefault="00B17459" w:rsidP="00B174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7459" w:rsidRPr="0085762F" w14:paraId="30456606" w14:textId="77777777" w:rsidTr="00570407">
        <w:tc>
          <w:tcPr>
            <w:tcW w:w="2694" w:type="dxa"/>
            <w:vAlign w:val="center"/>
          </w:tcPr>
          <w:p w14:paraId="4EB6652E" w14:textId="77777777" w:rsidR="00B17459" w:rsidRPr="0085762F" w:rsidRDefault="00B17459" w:rsidP="00B1745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546F7A" w14:textId="77777777" w:rsidR="00B17459" w:rsidRPr="0085762F" w:rsidRDefault="00B17459" w:rsidP="00B174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dr Tomasz Gosztyła, dr Aneta Lew - Koralewicz</w:t>
            </w:r>
          </w:p>
        </w:tc>
      </w:tr>
      <w:tr w:rsidR="00570407" w:rsidRPr="0085762F" w14:paraId="6DA44484" w14:textId="77777777" w:rsidTr="00570407">
        <w:tc>
          <w:tcPr>
            <w:tcW w:w="2694" w:type="dxa"/>
            <w:vAlign w:val="center"/>
          </w:tcPr>
          <w:p w14:paraId="7167D1B0" w14:textId="77777777" w:rsidR="00570407" w:rsidRPr="0085762F" w:rsidRDefault="00570407" w:rsidP="005704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44127" w14:textId="77777777" w:rsidR="00570407" w:rsidRPr="0085762F" w:rsidRDefault="00570407" w:rsidP="005704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51E56381" w14:textId="77777777" w:rsidR="0085747A" w:rsidRPr="0085762F" w:rsidRDefault="0085747A" w:rsidP="00B17459">
      <w:pPr>
        <w:pStyle w:val="Podpunkty"/>
        <w:ind w:left="0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 xml:space="preserve">* </w:t>
      </w:r>
      <w:r w:rsidRPr="0085762F">
        <w:rPr>
          <w:rFonts w:ascii="Corbel" w:hAnsi="Corbel"/>
          <w:i/>
          <w:sz w:val="24"/>
          <w:szCs w:val="24"/>
        </w:rPr>
        <w:t>-</w:t>
      </w:r>
      <w:r w:rsidR="00B90885" w:rsidRPr="0085762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5762F">
        <w:rPr>
          <w:rFonts w:ascii="Corbel" w:hAnsi="Corbel"/>
          <w:b w:val="0"/>
          <w:sz w:val="24"/>
          <w:szCs w:val="24"/>
        </w:rPr>
        <w:t>e,</w:t>
      </w:r>
      <w:r w:rsidRPr="0085762F">
        <w:rPr>
          <w:rFonts w:ascii="Corbel" w:hAnsi="Corbel"/>
          <w:i/>
          <w:sz w:val="24"/>
          <w:szCs w:val="24"/>
        </w:rPr>
        <w:t xml:space="preserve"> </w:t>
      </w:r>
      <w:r w:rsidRPr="0085762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5762F">
        <w:rPr>
          <w:rFonts w:ascii="Corbel" w:hAnsi="Corbel"/>
          <w:b w:val="0"/>
          <w:i/>
          <w:sz w:val="24"/>
          <w:szCs w:val="24"/>
        </w:rPr>
        <w:t>w Jednostce</w:t>
      </w:r>
    </w:p>
    <w:p w14:paraId="682726E6" w14:textId="77777777" w:rsidR="00923D7D" w:rsidRPr="0085762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0C39FE" w14:textId="77777777" w:rsidR="0085747A" w:rsidRPr="0085762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>1.</w:t>
      </w:r>
      <w:r w:rsidR="00E22FBC" w:rsidRPr="0085762F">
        <w:rPr>
          <w:rFonts w:ascii="Corbel" w:hAnsi="Corbel"/>
          <w:sz w:val="24"/>
          <w:szCs w:val="24"/>
        </w:rPr>
        <w:t>1</w:t>
      </w:r>
      <w:r w:rsidRPr="0085762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19A975" w14:textId="77777777" w:rsidR="00923D7D" w:rsidRPr="0085762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85762F" w14:paraId="41BBC609" w14:textId="77777777" w:rsidTr="00B17459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9B5D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Semestr</w:t>
            </w:r>
          </w:p>
          <w:p w14:paraId="4302F88E" w14:textId="77777777" w:rsidR="00015B8F" w:rsidRPr="0085762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(</w:t>
            </w:r>
            <w:r w:rsidR="00363F78" w:rsidRPr="0085762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3B25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Wykł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F94B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9FF1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Konw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B764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652B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Sem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2DC3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57785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762F">
              <w:rPr>
                <w:rFonts w:ascii="Corbel" w:hAnsi="Corbel"/>
                <w:szCs w:val="24"/>
              </w:rPr>
              <w:t>Prakt</w:t>
            </w:r>
            <w:proofErr w:type="spellEnd"/>
            <w:r w:rsidRPr="0085762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EF73" w14:textId="77777777" w:rsidR="00015B8F" w:rsidRPr="0085762F" w:rsidRDefault="00B1745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762F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CE937" w14:textId="77777777" w:rsidR="00015B8F" w:rsidRPr="0085762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762F">
              <w:rPr>
                <w:rFonts w:ascii="Corbel" w:hAnsi="Corbel"/>
                <w:b/>
                <w:szCs w:val="24"/>
              </w:rPr>
              <w:t>Liczba pkt</w:t>
            </w:r>
            <w:r w:rsidR="00B90885" w:rsidRPr="0085762F">
              <w:rPr>
                <w:rFonts w:ascii="Corbel" w:hAnsi="Corbel"/>
                <w:b/>
                <w:szCs w:val="24"/>
              </w:rPr>
              <w:t>.</w:t>
            </w:r>
            <w:r w:rsidRPr="0085762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5762F" w14:paraId="612ED525" w14:textId="77777777" w:rsidTr="00B17459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260D" w14:textId="77777777" w:rsidR="00015B8F" w:rsidRPr="0085762F" w:rsidRDefault="00B174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B850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84A4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6E88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37EB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E40D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8A9D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4BE0" w14:textId="77777777" w:rsidR="00015B8F" w:rsidRPr="0085762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BBF8" w14:textId="29640187" w:rsidR="00015B8F" w:rsidRPr="0085762F" w:rsidRDefault="00F70C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1300" w14:textId="77777777" w:rsidR="00015B8F" w:rsidRPr="0085762F" w:rsidRDefault="00B174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B3C6BB" w14:textId="77777777" w:rsidR="00923D7D" w:rsidRPr="0085762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DBC90D" w14:textId="77777777" w:rsidR="00923D7D" w:rsidRPr="0085762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BCDEC0" w14:textId="77777777" w:rsidR="0085747A" w:rsidRPr="0085762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>1.</w:t>
      </w:r>
      <w:r w:rsidR="00E22FBC" w:rsidRPr="0085762F">
        <w:rPr>
          <w:rFonts w:ascii="Corbel" w:hAnsi="Corbel"/>
          <w:smallCaps w:val="0"/>
          <w:szCs w:val="24"/>
        </w:rPr>
        <w:t>2</w:t>
      </w:r>
      <w:r w:rsidR="00F83B28" w:rsidRPr="0085762F">
        <w:rPr>
          <w:rFonts w:ascii="Corbel" w:hAnsi="Corbel"/>
          <w:smallCaps w:val="0"/>
          <w:szCs w:val="24"/>
        </w:rPr>
        <w:t>.</w:t>
      </w:r>
      <w:r w:rsidR="00F83B28" w:rsidRPr="0085762F">
        <w:rPr>
          <w:rFonts w:ascii="Corbel" w:hAnsi="Corbel"/>
          <w:smallCaps w:val="0"/>
          <w:szCs w:val="24"/>
        </w:rPr>
        <w:tab/>
      </w:r>
      <w:r w:rsidRPr="0085762F">
        <w:rPr>
          <w:rFonts w:ascii="Corbel" w:hAnsi="Corbel"/>
          <w:smallCaps w:val="0"/>
          <w:szCs w:val="24"/>
        </w:rPr>
        <w:t xml:space="preserve">Sposób realizacji zajęć  </w:t>
      </w:r>
    </w:p>
    <w:p w14:paraId="79BA3C4B" w14:textId="77777777" w:rsidR="00B17459" w:rsidRPr="0085762F" w:rsidRDefault="00B17459" w:rsidP="00B174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eastAsia="MS Gothic" w:hAnsi="Corbel"/>
          <w:b w:val="0"/>
          <w:szCs w:val="24"/>
        </w:rPr>
        <w:sym w:font="Wingdings" w:char="F078"/>
      </w:r>
      <w:r w:rsidRPr="0085762F">
        <w:rPr>
          <w:rFonts w:ascii="Corbel" w:eastAsia="MS Gothic" w:hAnsi="Corbel"/>
          <w:b w:val="0"/>
          <w:szCs w:val="24"/>
        </w:rPr>
        <w:t xml:space="preserve"> </w:t>
      </w:r>
      <w:r w:rsidRPr="0085762F">
        <w:rPr>
          <w:rFonts w:ascii="Corbel" w:hAnsi="Corbel"/>
          <w:b w:val="0"/>
          <w:smallCaps w:val="0"/>
          <w:szCs w:val="24"/>
        </w:rPr>
        <w:t>zajęcia w formie tradycyjnej</w:t>
      </w:r>
    </w:p>
    <w:p w14:paraId="78A81390" w14:textId="77777777" w:rsidR="00B17459" w:rsidRPr="0085762F" w:rsidRDefault="00B17459" w:rsidP="00B1745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762F">
        <w:rPr>
          <w:rFonts w:ascii="MS Gothic" w:eastAsia="MS Gothic" w:hAnsi="MS Gothic" w:cs="MS Gothic" w:hint="eastAsia"/>
          <w:b w:val="0"/>
          <w:szCs w:val="24"/>
        </w:rPr>
        <w:t>☐</w:t>
      </w:r>
      <w:r w:rsidRPr="0085762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036123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B2763A" w14:textId="77777777" w:rsidR="00E22FBC" w:rsidRPr="0085762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1.3 </w:t>
      </w:r>
      <w:r w:rsidR="00F83B28" w:rsidRPr="0085762F">
        <w:rPr>
          <w:rFonts w:ascii="Corbel" w:hAnsi="Corbel"/>
          <w:smallCaps w:val="0"/>
          <w:szCs w:val="24"/>
        </w:rPr>
        <w:tab/>
      </w:r>
      <w:r w:rsidRPr="0085762F">
        <w:rPr>
          <w:rFonts w:ascii="Corbel" w:hAnsi="Corbel"/>
          <w:smallCaps w:val="0"/>
          <w:szCs w:val="24"/>
        </w:rPr>
        <w:t>For</w:t>
      </w:r>
      <w:r w:rsidR="00445970" w:rsidRPr="0085762F">
        <w:rPr>
          <w:rFonts w:ascii="Corbel" w:hAnsi="Corbel"/>
          <w:smallCaps w:val="0"/>
          <w:szCs w:val="24"/>
        </w:rPr>
        <w:t xml:space="preserve">ma zaliczenia przedmiotu </w:t>
      </w:r>
      <w:r w:rsidRPr="0085762F">
        <w:rPr>
          <w:rFonts w:ascii="Corbel" w:hAnsi="Corbel"/>
          <w:smallCaps w:val="0"/>
          <w:szCs w:val="24"/>
        </w:rPr>
        <w:t xml:space="preserve"> (z toku) </w:t>
      </w:r>
    </w:p>
    <w:p w14:paraId="406E41DF" w14:textId="77777777" w:rsidR="00B4108F" w:rsidRPr="0085762F" w:rsidRDefault="00B4108F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b w:val="0"/>
          <w:smallCaps w:val="0"/>
          <w:szCs w:val="24"/>
        </w:rPr>
        <w:tab/>
        <w:t>zaliczenie z oceną</w:t>
      </w:r>
    </w:p>
    <w:p w14:paraId="60E1E7B2" w14:textId="77777777" w:rsidR="00E960BB" w:rsidRPr="0085762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26FC7" w14:textId="77777777" w:rsidR="00E960BB" w:rsidRPr="0085762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5762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62F" w14:paraId="12F764AD" w14:textId="77777777" w:rsidTr="00745302">
        <w:tc>
          <w:tcPr>
            <w:tcW w:w="9670" w:type="dxa"/>
          </w:tcPr>
          <w:p w14:paraId="08071683" w14:textId="77777777" w:rsidR="0085747A" w:rsidRPr="0085762F" w:rsidRDefault="0057040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 osób z niepełnosprawnością intelektualną, psychologii rozwoju.</w:t>
            </w:r>
          </w:p>
        </w:tc>
      </w:tr>
    </w:tbl>
    <w:p w14:paraId="37DE0675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zCs w:val="24"/>
        </w:rPr>
      </w:pPr>
      <w:r w:rsidRPr="0085762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BAA8687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zCs w:val="24"/>
        </w:rPr>
      </w:pPr>
    </w:p>
    <w:p w14:paraId="37F7C295" w14:textId="77777777" w:rsidR="0085762F" w:rsidRPr="0085762F" w:rsidRDefault="0085762F" w:rsidP="0085762F">
      <w:pPr>
        <w:pStyle w:val="Podpunkty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>3.1 Cele przedmiotu</w:t>
      </w:r>
    </w:p>
    <w:p w14:paraId="49C1C2C2" w14:textId="77777777" w:rsidR="00F83B28" w:rsidRPr="0085762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70407" w:rsidRPr="0085762F" w14:paraId="56DC4C9B" w14:textId="77777777" w:rsidTr="00570407">
        <w:tc>
          <w:tcPr>
            <w:tcW w:w="845" w:type="dxa"/>
            <w:vAlign w:val="center"/>
          </w:tcPr>
          <w:p w14:paraId="29595934" w14:textId="77777777" w:rsidR="00570407" w:rsidRPr="0085762F" w:rsidRDefault="00570407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3BFF9BA" w14:textId="77777777" w:rsidR="00570407" w:rsidRPr="0085762F" w:rsidRDefault="0093259B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85762F">
              <w:rPr>
                <w:rFonts w:ascii="Corbel" w:hAnsi="Corbel"/>
                <w:b w:val="0"/>
                <w:bCs/>
                <w:sz w:val="24"/>
                <w:szCs w:val="24"/>
              </w:rPr>
              <w:t>apoznanie studentów z elementarnymi zagadnieniami teoretycznymi i praktycznymi terapii zaburzeń mowy występujących w grupie dzieci, młodzieży i osób dorosłych z niepełnosprawnością intelektualną</w:t>
            </w: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570407" w:rsidRPr="0085762F" w14:paraId="6A696D5D" w14:textId="77777777" w:rsidTr="00570407">
        <w:tc>
          <w:tcPr>
            <w:tcW w:w="845" w:type="dxa"/>
            <w:vAlign w:val="center"/>
          </w:tcPr>
          <w:p w14:paraId="5C73AFB2" w14:textId="77777777" w:rsidR="00570407" w:rsidRPr="0085762F" w:rsidRDefault="00570407" w:rsidP="0057040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D283440" w14:textId="77777777" w:rsidR="00570407" w:rsidRPr="0085762F" w:rsidRDefault="0093259B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85762F">
              <w:rPr>
                <w:rFonts w:ascii="Corbel" w:hAnsi="Corbel"/>
                <w:b w:val="0"/>
                <w:bCs/>
                <w:sz w:val="24"/>
                <w:szCs w:val="24"/>
              </w:rPr>
              <w:t>rozumienie sytuacji psychicznej i społecznej dziecka z zaburzeniami mowy, kluczowych uwarunkowań procesu komunikowania się osób niemówiących</w:t>
            </w: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570407" w:rsidRPr="0085762F" w14:paraId="17405EC0" w14:textId="77777777" w:rsidTr="00570407">
        <w:tc>
          <w:tcPr>
            <w:tcW w:w="845" w:type="dxa"/>
            <w:vAlign w:val="center"/>
          </w:tcPr>
          <w:p w14:paraId="69957B20" w14:textId="77777777" w:rsidR="00570407" w:rsidRPr="0085762F" w:rsidRDefault="00570407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6A15B82" w14:textId="77777777" w:rsidR="00570407" w:rsidRPr="0085762F" w:rsidRDefault="0093259B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570407" w:rsidRPr="0085762F">
              <w:rPr>
                <w:rFonts w:ascii="Corbel" w:hAnsi="Corbel"/>
                <w:b w:val="0"/>
                <w:bCs/>
                <w:sz w:val="24"/>
                <w:szCs w:val="24"/>
              </w:rPr>
              <w:t>ykształcenie umiejętności w zakresie podstawowej pomocy osobie z zaburzeniami mowy, zapoznanie się z podstawami procesu planowania terapii wobec początkującego i zaawansowanego użytkownika AAC</w:t>
            </w:r>
            <w:r w:rsidRPr="0085762F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B7F9B08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6B4CFD" w14:textId="77777777" w:rsidR="001D7B54" w:rsidRPr="0085762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b/>
          <w:sz w:val="24"/>
          <w:szCs w:val="24"/>
        </w:rPr>
        <w:t xml:space="preserve">3.2 </w:t>
      </w:r>
      <w:r w:rsidR="001D7B54" w:rsidRPr="0085762F">
        <w:rPr>
          <w:rFonts w:ascii="Corbel" w:hAnsi="Corbel"/>
          <w:b/>
          <w:sz w:val="24"/>
          <w:szCs w:val="24"/>
        </w:rPr>
        <w:t xml:space="preserve">Efekty </w:t>
      </w:r>
      <w:r w:rsidR="00C05F44" w:rsidRPr="0085762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5762F">
        <w:rPr>
          <w:rFonts w:ascii="Corbel" w:hAnsi="Corbel"/>
          <w:b/>
          <w:sz w:val="24"/>
          <w:szCs w:val="24"/>
        </w:rPr>
        <w:t>dla przedmiotu</w:t>
      </w:r>
      <w:r w:rsidR="00445970" w:rsidRPr="0085762F">
        <w:rPr>
          <w:rFonts w:ascii="Corbel" w:hAnsi="Corbel"/>
          <w:sz w:val="24"/>
          <w:szCs w:val="24"/>
        </w:rPr>
        <w:t xml:space="preserve"> </w:t>
      </w:r>
    </w:p>
    <w:p w14:paraId="74753988" w14:textId="77777777" w:rsidR="001D7B54" w:rsidRPr="0085762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5762F" w14:paraId="1140AC6A" w14:textId="77777777" w:rsidTr="00846165">
        <w:tc>
          <w:tcPr>
            <w:tcW w:w="1681" w:type="dxa"/>
            <w:vAlign w:val="center"/>
          </w:tcPr>
          <w:p w14:paraId="502D1C61" w14:textId="77777777" w:rsidR="0085747A" w:rsidRPr="0085762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5762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5762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DA68662" w14:textId="77777777" w:rsidR="0085747A" w:rsidRPr="008576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87E52F1" w14:textId="77777777" w:rsidR="0085747A" w:rsidRPr="0085762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5762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5762F" w14:paraId="4298BDE4" w14:textId="77777777" w:rsidTr="00B4108F">
        <w:tc>
          <w:tcPr>
            <w:tcW w:w="1681" w:type="dxa"/>
          </w:tcPr>
          <w:p w14:paraId="79230F35" w14:textId="77777777" w:rsidR="0085747A" w:rsidRPr="008576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10B6701" w14:textId="77777777" w:rsidR="0085747A" w:rsidRPr="0085762F" w:rsidRDefault="009325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46165" w:rsidRPr="0085762F">
              <w:rPr>
                <w:rFonts w:ascii="Corbel" w:hAnsi="Corbel"/>
                <w:b w:val="0"/>
                <w:smallCaps w:val="0"/>
                <w:szCs w:val="24"/>
              </w:rPr>
              <w:t>harakteryzuje proces komunikacji z perspektywy ucznia z niepełnosprawnością intelektualną, uwzględniając dysfunkcje tego procesu i współczesne możliwości kompensacji w różnych formach edukacji.</w:t>
            </w:r>
          </w:p>
        </w:tc>
        <w:tc>
          <w:tcPr>
            <w:tcW w:w="1865" w:type="dxa"/>
            <w:vAlign w:val="center"/>
          </w:tcPr>
          <w:p w14:paraId="3D7B69DB" w14:textId="77777777" w:rsidR="0085747A" w:rsidRPr="0085762F" w:rsidRDefault="00815E08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85747A" w:rsidRPr="0085762F" w14:paraId="65856F92" w14:textId="77777777" w:rsidTr="00B4108F">
        <w:tc>
          <w:tcPr>
            <w:tcW w:w="1681" w:type="dxa"/>
          </w:tcPr>
          <w:p w14:paraId="78B9AAAB" w14:textId="77777777" w:rsidR="0085747A" w:rsidRPr="008576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5D54FF8" w14:textId="77777777" w:rsidR="0085747A" w:rsidRPr="0085762F" w:rsidRDefault="008461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Omówi wykorzystanie metod wspomagających i alternatywnych w systemie kształcenia specjalnego, integracyjnego i inkluzyjnego.</w:t>
            </w:r>
          </w:p>
        </w:tc>
        <w:tc>
          <w:tcPr>
            <w:tcW w:w="1865" w:type="dxa"/>
            <w:vAlign w:val="center"/>
          </w:tcPr>
          <w:p w14:paraId="63699BA8" w14:textId="77777777" w:rsidR="0085747A" w:rsidRPr="0085762F" w:rsidRDefault="00815E08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846165" w:rsidRPr="0085762F" w14:paraId="1C9CB253" w14:textId="77777777" w:rsidTr="00B4108F">
        <w:tc>
          <w:tcPr>
            <w:tcW w:w="1681" w:type="dxa"/>
          </w:tcPr>
          <w:p w14:paraId="4B161153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8A37C76" w14:textId="77777777" w:rsidR="00846165" w:rsidRPr="0085762F" w:rsidRDefault="00CF569C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Przedstawi metody komunikacji alternatywnej i wspomagającej z uwzględnieniem specjalnych potrzeb edukacyjnych dzieci i uczniów z niepełnosprawnością intelektualną.</w:t>
            </w:r>
          </w:p>
        </w:tc>
        <w:tc>
          <w:tcPr>
            <w:tcW w:w="1865" w:type="dxa"/>
            <w:vAlign w:val="center"/>
          </w:tcPr>
          <w:p w14:paraId="22EA9682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846165" w:rsidRPr="0085762F" w14:paraId="4758D253" w14:textId="77777777" w:rsidTr="00B4108F">
        <w:tc>
          <w:tcPr>
            <w:tcW w:w="1681" w:type="dxa"/>
          </w:tcPr>
          <w:p w14:paraId="4271DD5D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5461001" w14:textId="77777777" w:rsidR="00846165" w:rsidRPr="0085762F" w:rsidRDefault="00CF569C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Dokona diagnozy umiejętności komunikacyjnych dzieci z niepełnosprawnością intelektualną </w:t>
            </w:r>
            <w:r w:rsidR="00422845" w:rsidRPr="0085762F">
              <w:rPr>
                <w:rFonts w:ascii="Corbel" w:hAnsi="Corbel"/>
                <w:b w:val="0"/>
                <w:smallCaps w:val="0"/>
                <w:szCs w:val="24"/>
              </w:rPr>
              <w:t>w celu dostosowania indywidualnego systemu komunikacji.</w:t>
            </w:r>
          </w:p>
        </w:tc>
        <w:tc>
          <w:tcPr>
            <w:tcW w:w="1865" w:type="dxa"/>
            <w:vAlign w:val="center"/>
          </w:tcPr>
          <w:p w14:paraId="0BE0BA54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46165" w:rsidRPr="0085762F" w14:paraId="1816948B" w14:textId="77777777" w:rsidTr="00B4108F">
        <w:tc>
          <w:tcPr>
            <w:tcW w:w="1681" w:type="dxa"/>
          </w:tcPr>
          <w:p w14:paraId="3589A1A1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C0A7168" w14:textId="77777777" w:rsidR="00846165" w:rsidRPr="0085762F" w:rsidRDefault="00234F4A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93259B" w:rsidRPr="0085762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aktualn</w:t>
            </w:r>
            <w:r w:rsidR="00422845" w:rsidRPr="0085762F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wiedzę na temat metod AAC w planowaniu zajęć edukacyjno-terapeutycznych z dziećmi z niepełnosprawnością intelektualną.</w:t>
            </w:r>
          </w:p>
        </w:tc>
        <w:tc>
          <w:tcPr>
            <w:tcW w:w="1865" w:type="dxa"/>
            <w:vAlign w:val="center"/>
          </w:tcPr>
          <w:p w14:paraId="37AD8D68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846165" w:rsidRPr="0085762F" w14:paraId="43AA7A9E" w14:textId="77777777" w:rsidTr="00B4108F">
        <w:tc>
          <w:tcPr>
            <w:tcW w:w="1681" w:type="dxa"/>
          </w:tcPr>
          <w:p w14:paraId="354D5018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2067A03" w14:textId="77777777" w:rsidR="00846165" w:rsidRPr="0085762F" w:rsidRDefault="00C32488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93259B" w:rsidRPr="0085762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34F4A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analiz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34F4A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i interpret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="00234F4A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zachowania osób niemówiących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A06BC6" w:rsidRPr="0085762F">
              <w:rPr>
                <w:rFonts w:ascii="Corbel" w:hAnsi="Corbel"/>
                <w:b w:val="0"/>
                <w:smallCaps w:val="0"/>
                <w:szCs w:val="24"/>
              </w:rPr>
              <w:t>różnych sytuacjach komunikacyjnych.</w:t>
            </w:r>
          </w:p>
        </w:tc>
        <w:tc>
          <w:tcPr>
            <w:tcW w:w="1865" w:type="dxa"/>
            <w:vAlign w:val="center"/>
          </w:tcPr>
          <w:p w14:paraId="7D83C85C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846165" w:rsidRPr="0085762F" w14:paraId="14E9768D" w14:textId="77777777" w:rsidTr="00B4108F">
        <w:tc>
          <w:tcPr>
            <w:tcW w:w="1681" w:type="dxa"/>
          </w:tcPr>
          <w:p w14:paraId="7E2EC959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63EF663F" w14:textId="77777777" w:rsidR="00846165" w:rsidRPr="0085762F" w:rsidRDefault="00422845" w:rsidP="00422845">
            <w:pPr>
              <w:pStyle w:val="Tytu"/>
              <w:jc w:val="left"/>
              <w:rPr>
                <w:rFonts w:ascii="Corbel" w:hAnsi="Corbel"/>
                <w:b w:val="0"/>
                <w:bCs w:val="0"/>
              </w:rPr>
            </w:pPr>
            <w:r w:rsidRPr="0085762F">
              <w:rPr>
                <w:rFonts w:ascii="Corbel" w:hAnsi="Corbel"/>
                <w:b w:val="0"/>
                <w:bCs w:val="0"/>
              </w:rPr>
              <w:t>Omówi możliwości wykorzystania metod AAC w planowaniu pracy w grupie zróżnicowanej. Dostosowuje metody AAC do zindywidualizowanych potrzeb dzieci i uczniów.</w:t>
            </w:r>
          </w:p>
        </w:tc>
        <w:tc>
          <w:tcPr>
            <w:tcW w:w="1865" w:type="dxa"/>
            <w:vAlign w:val="center"/>
          </w:tcPr>
          <w:p w14:paraId="72327618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846165" w:rsidRPr="0085762F" w14:paraId="7ABBC4ED" w14:textId="77777777" w:rsidTr="00B4108F">
        <w:tc>
          <w:tcPr>
            <w:tcW w:w="1681" w:type="dxa"/>
          </w:tcPr>
          <w:p w14:paraId="5B75AE34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4CA8D675" w14:textId="77777777" w:rsidR="00846165" w:rsidRPr="0085762F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Posługuje</w:t>
            </w:r>
            <w:r w:rsidR="00EB0940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się uniwersalnymi zasadami i normami etycznymi w 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pracy z osobami z niepełnosprawnością intelektualną. Omówi konieczność budowania systemu komunikacji alternatywnej i wspomagającej wynikającej z 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szacunku </w:t>
            </w:r>
            <w:r w:rsidR="00EB0940" w:rsidRPr="0085762F">
              <w:rPr>
                <w:rFonts w:ascii="Corbel" w:hAnsi="Corbel"/>
                <w:b w:val="0"/>
                <w:smallCaps w:val="0"/>
                <w:szCs w:val="24"/>
              </w:rPr>
              <w:t>dla każdego człowieka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i jego podmiotowych potrzeb.</w:t>
            </w:r>
          </w:p>
        </w:tc>
        <w:tc>
          <w:tcPr>
            <w:tcW w:w="1865" w:type="dxa"/>
            <w:vAlign w:val="center"/>
          </w:tcPr>
          <w:p w14:paraId="043830FB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PS.K1.</w:t>
            </w:r>
          </w:p>
        </w:tc>
      </w:tr>
      <w:tr w:rsidR="00846165" w:rsidRPr="0085762F" w14:paraId="07D6F599" w14:textId="77777777" w:rsidTr="00B4108F">
        <w:tc>
          <w:tcPr>
            <w:tcW w:w="1681" w:type="dxa"/>
          </w:tcPr>
          <w:p w14:paraId="107EBDB3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69402A68" w14:textId="77777777" w:rsidR="00846165" w:rsidRPr="0085762F" w:rsidRDefault="0093259B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Zas</w:t>
            </w:r>
            <w:r w:rsidR="00A06BC6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tosuje metody AAC w celu </w:t>
            </w:r>
            <w:r w:rsidR="00EB0940" w:rsidRPr="0085762F">
              <w:rPr>
                <w:rFonts w:ascii="Corbel" w:hAnsi="Corbel"/>
                <w:b w:val="0"/>
                <w:smallCaps w:val="0"/>
                <w:szCs w:val="24"/>
              </w:rPr>
              <w:t>budowania relacji opartej na wzajemnym zaufaniu między wszystkimi podmiotami procesu wychowania i kształcenia, w tym rodzicami lub opiekunami uczniów</w:t>
            </w:r>
            <w:r w:rsidR="00A06BC6" w:rsidRPr="008576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A7C254" w14:textId="159D93BC" w:rsidR="00846165" w:rsidRPr="0085762F" w:rsidRDefault="00F6144A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PS.K5</w:t>
            </w:r>
            <w:r w:rsidR="00846165" w:rsidRPr="008576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46165" w:rsidRPr="0085762F" w14:paraId="62327157" w14:textId="77777777" w:rsidTr="00B4108F">
        <w:tc>
          <w:tcPr>
            <w:tcW w:w="1681" w:type="dxa"/>
          </w:tcPr>
          <w:p w14:paraId="5C98A355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66BEC8EC" w14:textId="77777777" w:rsidR="00846165" w:rsidRPr="0085762F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Wyjaśni potrzebę podejmowania działań na rzecz włączenia użytkowników AAC w </w:t>
            </w:r>
            <w:r w:rsidR="00732717" w:rsidRPr="0085762F">
              <w:rPr>
                <w:rFonts w:ascii="Corbel" w:hAnsi="Corbel"/>
                <w:b w:val="0"/>
                <w:smallCaps w:val="0"/>
                <w:szCs w:val="24"/>
              </w:rPr>
              <w:t>życie środowiska lokalnego z wykorzystaniem poznanych metod i strategii.</w:t>
            </w:r>
          </w:p>
        </w:tc>
        <w:tc>
          <w:tcPr>
            <w:tcW w:w="1865" w:type="dxa"/>
            <w:vAlign w:val="center"/>
          </w:tcPr>
          <w:p w14:paraId="402EE5CB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846165" w:rsidRPr="0085762F" w14:paraId="7702957A" w14:textId="77777777" w:rsidTr="00B4108F">
        <w:tc>
          <w:tcPr>
            <w:tcW w:w="1681" w:type="dxa"/>
          </w:tcPr>
          <w:p w14:paraId="4432F338" w14:textId="77777777" w:rsidR="00846165" w:rsidRPr="0085762F" w:rsidRDefault="0084616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71A9724C" w14:textId="77777777" w:rsidR="00846165" w:rsidRPr="0085762F" w:rsidRDefault="00EB0940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22845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>konieczność pracy zespołowej w budowaniu indywidualnego systemu komunikacji z osobami z niepełnosprawnością intelektualną w placówkach oświatowych i szerszym otoczeniu społecznym.</w:t>
            </w:r>
          </w:p>
        </w:tc>
        <w:tc>
          <w:tcPr>
            <w:tcW w:w="1865" w:type="dxa"/>
            <w:vAlign w:val="center"/>
          </w:tcPr>
          <w:p w14:paraId="0C92CE57" w14:textId="77777777" w:rsidR="00846165" w:rsidRPr="0085762F" w:rsidRDefault="00846165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PS.K6.</w:t>
            </w:r>
          </w:p>
        </w:tc>
      </w:tr>
    </w:tbl>
    <w:p w14:paraId="392D5A2A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E8C604" w14:textId="77777777" w:rsidR="0085747A" w:rsidRPr="0085762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5762F">
        <w:rPr>
          <w:rFonts w:ascii="Corbel" w:hAnsi="Corbel"/>
          <w:b/>
          <w:sz w:val="24"/>
          <w:szCs w:val="24"/>
        </w:rPr>
        <w:t>3.3</w:t>
      </w:r>
      <w:r w:rsidR="001D7B54" w:rsidRPr="0085762F">
        <w:rPr>
          <w:rFonts w:ascii="Corbel" w:hAnsi="Corbel"/>
          <w:b/>
          <w:sz w:val="24"/>
          <w:szCs w:val="24"/>
        </w:rPr>
        <w:t xml:space="preserve"> </w:t>
      </w:r>
      <w:r w:rsidR="0085747A" w:rsidRPr="0085762F">
        <w:rPr>
          <w:rFonts w:ascii="Corbel" w:hAnsi="Corbel"/>
          <w:b/>
          <w:sz w:val="24"/>
          <w:szCs w:val="24"/>
        </w:rPr>
        <w:t>T</w:t>
      </w:r>
      <w:r w:rsidR="001D7B54" w:rsidRPr="0085762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5762F">
        <w:rPr>
          <w:rFonts w:ascii="Corbel" w:hAnsi="Corbel"/>
          <w:sz w:val="24"/>
          <w:szCs w:val="24"/>
        </w:rPr>
        <w:t xml:space="preserve">  </w:t>
      </w:r>
    </w:p>
    <w:p w14:paraId="4C01493D" w14:textId="77777777" w:rsidR="0085747A" w:rsidRPr="0085762F" w:rsidRDefault="0085747A" w:rsidP="009325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 xml:space="preserve">Problematyka wykładu </w:t>
      </w:r>
    </w:p>
    <w:p w14:paraId="6863956E" w14:textId="77777777" w:rsidR="0093259B" w:rsidRPr="0085762F" w:rsidRDefault="0093259B" w:rsidP="009325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F6888DB" w14:textId="77777777" w:rsidR="0085747A" w:rsidRPr="0085762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762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5762F">
        <w:rPr>
          <w:rFonts w:ascii="Corbel" w:hAnsi="Corbel"/>
          <w:sz w:val="24"/>
          <w:szCs w:val="24"/>
        </w:rPr>
        <w:t xml:space="preserve">, </w:t>
      </w:r>
      <w:r w:rsidRPr="0085762F">
        <w:rPr>
          <w:rFonts w:ascii="Corbel" w:hAnsi="Corbel"/>
          <w:sz w:val="24"/>
          <w:szCs w:val="24"/>
        </w:rPr>
        <w:t xml:space="preserve">zajęć praktycznych </w:t>
      </w:r>
    </w:p>
    <w:p w14:paraId="785728F9" w14:textId="77777777" w:rsidR="0085747A" w:rsidRPr="0085762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62F" w14:paraId="21D6369F" w14:textId="77777777" w:rsidTr="008E4AA1">
        <w:tc>
          <w:tcPr>
            <w:tcW w:w="9520" w:type="dxa"/>
          </w:tcPr>
          <w:p w14:paraId="42CBDC7B" w14:textId="77777777" w:rsidR="0085747A" w:rsidRPr="0085762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4AA1" w:rsidRPr="0085762F" w14:paraId="69784D05" w14:textId="77777777" w:rsidTr="008E4AA1">
        <w:tc>
          <w:tcPr>
            <w:tcW w:w="9520" w:type="dxa"/>
          </w:tcPr>
          <w:p w14:paraId="31FA46BB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Komunikacja językowa, mowa i język – wyjaśnienie pojęć. </w:t>
            </w:r>
          </w:p>
        </w:tc>
      </w:tr>
      <w:tr w:rsidR="008E4AA1" w:rsidRPr="0085762F" w14:paraId="0CAEA86E" w14:textId="77777777" w:rsidTr="008E4AA1">
        <w:tc>
          <w:tcPr>
            <w:tcW w:w="9520" w:type="dxa"/>
          </w:tcPr>
          <w:p w14:paraId="472FB7E5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Kształtowanie i rozwój mowy dziecka. Mowa i komunikacja osób z niepełnosprawnością intelektualną.</w:t>
            </w:r>
          </w:p>
        </w:tc>
      </w:tr>
      <w:tr w:rsidR="008E4AA1" w:rsidRPr="0085762F" w14:paraId="0C4E0DA9" w14:textId="77777777" w:rsidTr="008E4AA1">
        <w:tc>
          <w:tcPr>
            <w:tcW w:w="9520" w:type="dxa"/>
            <w:vAlign w:val="center"/>
          </w:tcPr>
          <w:p w14:paraId="23804E71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Diagnoza umiejętności komunikacyjnych osób z niepełnosprawnością intelektualną.</w:t>
            </w:r>
          </w:p>
        </w:tc>
      </w:tr>
      <w:tr w:rsidR="008E4AA1" w:rsidRPr="0085762F" w14:paraId="18D1FF0A" w14:textId="77777777" w:rsidTr="008E4AA1">
        <w:tc>
          <w:tcPr>
            <w:tcW w:w="9520" w:type="dxa"/>
            <w:vAlign w:val="center"/>
          </w:tcPr>
          <w:p w14:paraId="296EC03F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Charakterystyka użytkowników komunikacji wspomagającej i alternatywnej z niepełnosprawnością sprzężoną.</w:t>
            </w:r>
          </w:p>
        </w:tc>
      </w:tr>
      <w:tr w:rsidR="008E4AA1" w:rsidRPr="0085762F" w14:paraId="5487C3F8" w14:textId="77777777" w:rsidTr="008E4AA1">
        <w:tc>
          <w:tcPr>
            <w:tcW w:w="9520" w:type="dxa"/>
            <w:vAlign w:val="center"/>
          </w:tcPr>
          <w:p w14:paraId="4B31E76B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Rola alternatywnych i wspomagających metod porozumiewania się w podnoszeniu jakości życia osób z problemami w porozumiewaniu się.</w:t>
            </w:r>
          </w:p>
        </w:tc>
      </w:tr>
      <w:tr w:rsidR="008E4AA1" w:rsidRPr="0085762F" w14:paraId="005CA8FE" w14:textId="77777777" w:rsidTr="008E4AA1">
        <w:tc>
          <w:tcPr>
            <w:tcW w:w="9520" w:type="dxa"/>
            <w:vAlign w:val="center"/>
          </w:tcPr>
          <w:p w14:paraId="7775E199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Wspomagające i alternatywne sposoby porozumiewania się. Podział metod.</w:t>
            </w:r>
          </w:p>
        </w:tc>
      </w:tr>
      <w:tr w:rsidR="008E4AA1" w:rsidRPr="0085762F" w14:paraId="0B0CFC31" w14:textId="77777777" w:rsidTr="008E4AA1">
        <w:tc>
          <w:tcPr>
            <w:tcW w:w="9520" w:type="dxa"/>
            <w:vAlign w:val="center"/>
          </w:tcPr>
          <w:p w14:paraId="7DCBB5DE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PECS w pracy z uczniem z niepełnosprawnością intelektualną.</w:t>
            </w:r>
          </w:p>
        </w:tc>
      </w:tr>
      <w:tr w:rsidR="008E4AA1" w:rsidRPr="0085762F" w14:paraId="30B2A250" w14:textId="77777777" w:rsidTr="008E4AA1">
        <w:tc>
          <w:tcPr>
            <w:tcW w:w="9520" w:type="dxa"/>
            <w:vAlign w:val="center"/>
          </w:tcPr>
          <w:p w14:paraId="0C338CF1" w14:textId="73D7C0D0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Makaton</w:t>
            </w:r>
            <w:proofErr w:type="spellEnd"/>
            <w:r w:rsidR="009F378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85762F" w14:paraId="1DC06C02" w14:textId="77777777" w:rsidTr="008E4AA1">
        <w:tc>
          <w:tcPr>
            <w:tcW w:w="9520" w:type="dxa"/>
            <w:vAlign w:val="center"/>
          </w:tcPr>
          <w:p w14:paraId="5009A9B5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Picture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symbols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845" w:rsidRPr="0085762F">
              <w:rPr>
                <w:rFonts w:ascii="Corbel" w:hAnsi="Corbel"/>
                <w:sz w:val="24"/>
                <w:szCs w:val="24"/>
              </w:rPr>
              <w:t>-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zastosowanie w pracy z dzieckiem niepełnosprawnym intelektualnie.</w:t>
            </w:r>
          </w:p>
        </w:tc>
      </w:tr>
      <w:tr w:rsidR="008E4AA1" w:rsidRPr="0085762F" w14:paraId="5E5914A5" w14:textId="77777777" w:rsidTr="008E4AA1">
        <w:tc>
          <w:tcPr>
            <w:tcW w:w="9520" w:type="dxa"/>
            <w:vAlign w:val="center"/>
          </w:tcPr>
          <w:p w14:paraId="79FC47BD" w14:textId="2AB81A5A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Piktogramy</w:t>
            </w:r>
            <w:r w:rsidR="009F378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85762F" w14:paraId="51E747D7" w14:textId="77777777" w:rsidTr="008E4AA1">
        <w:tc>
          <w:tcPr>
            <w:tcW w:w="9520" w:type="dxa"/>
            <w:vAlign w:val="center"/>
          </w:tcPr>
          <w:p w14:paraId="1A79E8DE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Metoda ułatwionej komunikacji</w:t>
            </w:r>
          </w:p>
        </w:tc>
      </w:tr>
      <w:tr w:rsidR="00A06BC6" w:rsidRPr="0085762F" w14:paraId="34F220BD" w14:textId="77777777" w:rsidTr="008E4AA1">
        <w:tc>
          <w:tcPr>
            <w:tcW w:w="9520" w:type="dxa"/>
            <w:vAlign w:val="center"/>
          </w:tcPr>
          <w:p w14:paraId="30BBEFFA" w14:textId="77777777" w:rsidR="00A06BC6" w:rsidRPr="0085762F" w:rsidRDefault="00A06BC6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Mowa ciała i gesty naturalne w komunikacji z osobami z głęboką i sprzężoną niepełnosprawnością intelektualną.</w:t>
            </w:r>
          </w:p>
        </w:tc>
      </w:tr>
      <w:tr w:rsidR="008E4AA1" w:rsidRPr="0085762F" w14:paraId="5A6EBDFE" w14:textId="77777777" w:rsidTr="008E4AA1">
        <w:tc>
          <w:tcPr>
            <w:tcW w:w="9520" w:type="dxa"/>
            <w:vAlign w:val="center"/>
          </w:tcPr>
          <w:p w14:paraId="47DEC11C" w14:textId="77777777" w:rsidR="0093259B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Aplikacje wykorzystywane we wspomaganiu procesu komunikacji  (Gadacze, Mówik, </w:t>
            </w:r>
          </w:p>
          <w:p w14:paraId="47A32FD4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Let</w:t>
            </w:r>
            <w:proofErr w:type="spellEnd"/>
            <w:r w:rsidR="0093259B" w:rsidRPr="0085762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MeTalk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E4AA1" w:rsidRPr="0085762F" w14:paraId="5200E31C" w14:textId="77777777" w:rsidTr="008E4AA1">
        <w:tc>
          <w:tcPr>
            <w:tcW w:w="9520" w:type="dxa"/>
            <w:vAlign w:val="center"/>
          </w:tcPr>
          <w:p w14:paraId="657B9B47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Konstruowanie wizualnych pomocy AAC – ćwiczenia praktyczne.</w:t>
            </w:r>
          </w:p>
        </w:tc>
      </w:tr>
      <w:tr w:rsidR="008E4AA1" w:rsidRPr="0085762F" w14:paraId="60EAE944" w14:textId="77777777" w:rsidTr="008E4AA1">
        <w:tc>
          <w:tcPr>
            <w:tcW w:w="9520" w:type="dxa"/>
            <w:vAlign w:val="center"/>
          </w:tcPr>
          <w:p w14:paraId="07158DBB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Zasady porozumiewania się z osobą z problemem w komunikowaniu się, ustalenie modelu uczestnictwa w komunikacji. </w:t>
            </w:r>
          </w:p>
        </w:tc>
      </w:tr>
      <w:tr w:rsidR="008E4AA1" w:rsidRPr="0085762F" w14:paraId="3F0CEFA8" w14:textId="77777777" w:rsidTr="008E4AA1">
        <w:tc>
          <w:tcPr>
            <w:tcW w:w="9520" w:type="dxa"/>
            <w:vAlign w:val="center"/>
          </w:tcPr>
          <w:p w14:paraId="2F03C798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Konstruowanie Indywidualnego Systemu Komunikacji – ćwiczenia praktyczne</w:t>
            </w:r>
          </w:p>
        </w:tc>
      </w:tr>
      <w:tr w:rsidR="008E4AA1" w:rsidRPr="0085762F" w14:paraId="78A5D266" w14:textId="77777777" w:rsidTr="008E4AA1">
        <w:tc>
          <w:tcPr>
            <w:tcW w:w="9520" w:type="dxa"/>
            <w:vAlign w:val="center"/>
          </w:tcPr>
          <w:p w14:paraId="6E52C6E9" w14:textId="77777777" w:rsidR="008E4AA1" w:rsidRPr="0085762F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Zasady i formy pracy z rodziną użytkowników AAC.</w:t>
            </w:r>
          </w:p>
        </w:tc>
      </w:tr>
    </w:tbl>
    <w:p w14:paraId="0C8599B4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65199" w14:textId="77777777" w:rsidR="00BF433D" w:rsidRPr="0085762F" w:rsidRDefault="00BF43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555829" w14:textId="77777777" w:rsidR="0093259B" w:rsidRPr="0085762F" w:rsidRDefault="0093259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40737" w14:textId="77777777" w:rsidR="0085747A" w:rsidRPr="0085762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lastRenderedPageBreak/>
        <w:t>3.4 Metody dydaktyczne</w:t>
      </w:r>
      <w:r w:rsidRPr="0085762F">
        <w:rPr>
          <w:rFonts w:ascii="Corbel" w:hAnsi="Corbel"/>
          <w:b w:val="0"/>
          <w:smallCaps w:val="0"/>
          <w:szCs w:val="24"/>
        </w:rPr>
        <w:t xml:space="preserve"> </w:t>
      </w:r>
    </w:p>
    <w:p w14:paraId="0E35BF98" w14:textId="77777777" w:rsidR="00E960BB" w:rsidRPr="0085762F" w:rsidRDefault="00732717" w:rsidP="00BF43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762F">
        <w:rPr>
          <w:rFonts w:ascii="Corbel" w:hAnsi="Corbel"/>
          <w:b w:val="0"/>
          <w:smallCaps w:val="0"/>
          <w:szCs w:val="24"/>
        </w:rPr>
        <w:t>praca w grupach, dyskusja, metoda projektów (projekt praktyczny), metoda symulacyjna.</w:t>
      </w:r>
    </w:p>
    <w:p w14:paraId="3F03F260" w14:textId="77777777" w:rsidR="00E960BB" w:rsidRPr="0085762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623A5" w14:textId="77777777" w:rsidR="00E960BB" w:rsidRPr="0085762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423174" w14:textId="77777777" w:rsidR="0085747A" w:rsidRPr="0085762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4. </w:t>
      </w:r>
      <w:r w:rsidR="0085747A" w:rsidRPr="0085762F">
        <w:rPr>
          <w:rFonts w:ascii="Corbel" w:hAnsi="Corbel"/>
          <w:smallCaps w:val="0"/>
          <w:szCs w:val="24"/>
        </w:rPr>
        <w:t>METODY I KRYTERIA OCENY</w:t>
      </w:r>
      <w:r w:rsidR="009F4610" w:rsidRPr="0085762F">
        <w:rPr>
          <w:rFonts w:ascii="Corbel" w:hAnsi="Corbel"/>
          <w:smallCaps w:val="0"/>
          <w:szCs w:val="24"/>
        </w:rPr>
        <w:t xml:space="preserve"> </w:t>
      </w:r>
    </w:p>
    <w:p w14:paraId="3670180B" w14:textId="77777777" w:rsidR="00923D7D" w:rsidRPr="0085762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571CDD" w14:textId="77777777" w:rsidR="0085747A" w:rsidRPr="0085762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5762F">
        <w:rPr>
          <w:rFonts w:ascii="Corbel" w:hAnsi="Corbel"/>
          <w:smallCaps w:val="0"/>
          <w:szCs w:val="24"/>
        </w:rPr>
        <w:t>uczenia się</w:t>
      </w:r>
    </w:p>
    <w:p w14:paraId="79FB0CF8" w14:textId="77777777" w:rsidR="00732717" w:rsidRPr="0085762F" w:rsidRDefault="00732717" w:rsidP="007327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32717" w:rsidRPr="0085762F" w14:paraId="5DE87703" w14:textId="77777777" w:rsidTr="006F4C3F">
        <w:tc>
          <w:tcPr>
            <w:tcW w:w="1962" w:type="dxa"/>
            <w:vAlign w:val="center"/>
          </w:tcPr>
          <w:p w14:paraId="2F2D7943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E91B9DB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940171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40821B2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0174BF" w14:textId="77777777" w:rsidR="00732717" w:rsidRPr="0085762F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32717" w:rsidRPr="0085762F" w14:paraId="6251F2DC" w14:textId="77777777" w:rsidTr="006F4C3F">
        <w:tc>
          <w:tcPr>
            <w:tcW w:w="1962" w:type="dxa"/>
          </w:tcPr>
          <w:p w14:paraId="3A2A8DB3" w14:textId="77777777" w:rsidR="00732717" w:rsidRPr="0085762F" w:rsidRDefault="00732717" w:rsidP="007327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D8ADD2E" w14:textId="77777777" w:rsidR="00732717" w:rsidRPr="0085762F" w:rsidRDefault="00B84366" w:rsidP="00732717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</w:t>
            </w:r>
            <w:r w:rsidR="00732717" w:rsidRPr="0085762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353D653" w14:textId="77777777" w:rsidR="00732717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2717" w:rsidRPr="0085762F" w14:paraId="6819A8E0" w14:textId="77777777" w:rsidTr="006F4C3F">
        <w:tc>
          <w:tcPr>
            <w:tcW w:w="1962" w:type="dxa"/>
          </w:tcPr>
          <w:p w14:paraId="7CDED169" w14:textId="77777777" w:rsidR="00732717" w:rsidRPr="0085762F" w:rsidRDefault="00732717" w:rsidP="007327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0B14B424" w14:textId="77777777" w:rsidR="00732717" w:rsidRPr="0085762F" w:rsidRDefault="00B84366" w:rsidP="0073271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</w:t>
            </w:r>
            <w:r w:rsidR="00732717" w:rsidRPr="0085762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44F7A75" w14:textId="77777777" w:rsidR="00732717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75BF3B15" w14:textId="77777777" w:rsidTr="006F4C3F">
        <w:tc>
          <w:tcPr>
            <w:tcW w:w="1962" w:type="dxa"/>
          </w:tcPr>
          <w:p w14:paraId="3B70996E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14:paraId="69BAD4B2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F7E924C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4FB88297" w14:textId="77777777" w:rsidTr="006F4C3F">
        <w:tc>
          <w:tcPr>
            <w:tcW w:w="1962" w:type="dxa"/>
          </w:tcPr>
          <w:p w14:paraId="444A8DCA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7B2E4D47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3A57A743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6AD23F21" w14:textId="77777777" w:rsidTr="006F4C3F">
        <w:tc>
          <w:tcPr>
            <w:tcW w:w="1962" w:type="dxa"/>
          </w:tcPr>
          <w:p w14:paraId="7476BF1B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0A8E705D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15795583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5C9F7F1D" w14:textId="77777777" w:rsidTr="006F4C3F">
        <w:tc>
          <w:tcPr>
            <w:tcW w:w="1962" w:type="dxa"/>
          </w:tcPr>
          <w:p w14:paraId="1ECCCC34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31C29A11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119D5A57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53C65AAD" w14:textId="77777777" w:rsidTr="006F4C3F">
        <w:tc>
          <w:tcPr>
            <w:tcW w:w="1962" w:type="dxa"/>
          </w:tcPr>
          <w:p w14:paraId="6DDC6E9F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C8CC9F7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CDA7B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38341F48" w14:textId="77777777" w:rsidTr="006F4C3F">
        <w:tc>
          <w:tcPr>
            <w:tcW w:w="1962" w:type="dxa"/>
          </w:tcPr>
          <w:p w14:paraId="7B918F50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1A33F0F1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55AF1136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452B8047" w14:textId="77777777" w:rsidTr="006F4C3F">
        <w:tc>
          <w:tcPr>
            <w:tcW w:w="1962" w:type="dxa"/>
          </w:tcPr>
          <w:p w14:paraId="42A0DEC1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308E6489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bCs/>
                <w:sz w:val="24"/>
                <w:szCs w:val="24"/>
              </w:rPr>
              <w:t>Praca projektowa, obserwacja w trakcie zajęć</w:t>
            </w:r>
          </w:p>
        </w:tc>
        <w:tc>
          <w:tcPr>
            <w:tcW w:w="2117" w:type="dxa"/>
          </w:tcPr>
          <w:p w14:paraId="61B3AE1D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4108F" w:rsidRPr="0085762F" w14:paraId="0E2F83C9" w14:textId="77777777" w:rsidTr="006F4C3F">
        <w:tc>
          <w:tcPr>
            <w:tcW w:w="1962" w:type="dxa"/>
          </w:tcPr>
          <w:p w14:paraId="30E4F34B" w14:textId="77777777" w:rsidR="00B4108F" w:rsidRPr="0085762F" w:rsidRDefault="00B4108F" w:rsidP="00B4108F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14:paraId="5A56535E" w14:textId="77777777" w:rsidR="00B4108F" w:rsidRPr="0085762F" w:rsidRDefault="00B4108F" w:rsidP="00B4108F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CC93628" w14:textId="77777777" w:rsidR="00B4108F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32717" w:rsidRPr="0085762F" w14:paraId="538AC24E" w14:textId="77777777" w:rsidTr="006F4C3F">
        <w:tc>
          <w:tcPr>
            <w:tcW w:w="1962" w:type="dxa"/>
          </w:tcPr>
          <w:p w14:paraId="4FDF7509" w14:textId="77777777" w:rsidR="00732717" w:rsidRPr="0085762F" w:rsidRDefault="00732717" w:rsidP="0073271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5762F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</w:tcPr>
          <w:p w14:paraId="4A99AAE4" w14:textId="77777777" w:rsidR="00732717" w:rsidRPr="0085762F" w:rsidRDefault="00B84366" w:rsidP="00732717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K</w:t>
            </w:r>
            <w:r w:rsidR="00732717" w:rsidRPr="0085762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043DD7C1" w14:textId="77777777" w:rsidR="00732717" w:rsidRPr="0085762F" w:rsidRDefault="00B4108F" w:rsidP="00B410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762F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14:paraId="0D4D1736" w14:textId="77777777" w:rsidR="00923D7D" w:rsidRPr="0085762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0232B" w14:textId="77777777" w:rsidR="0085747A" w:rsidRPr="0085762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4.2 </w:t>
      </w:r>
      <w:r w:rsidR="0085747A" w:rsidRPr="0085762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5762F">
        <w:rPr>
          <w:rFonts w:ascii="Corbel" w:hAnsi="Corbel"/>
          <w:smallCaps w:val="0"/>
          <w:szCs w:val="24"/>
        </w:rPr>
        <w:t xml:space="preserve"> </w:t>
      </w:r>
    </w:p>
    <w:p w14:paraId="0BD21D70" w14:textId="77777777" w:rsidR="00923D7D" w:rsidRPr="0085762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5762F" w14:paraId="60988229" w14:textId="77777777" w:rsidTr="00923D7D">
        <w:tc>
          <w:tcPr>
            <w:tcW w:w="9670" w:type="dxa"/>
          </w:tcPr>
          <w:p w14:paraId="3587AA7A" w14:textId="1C6A696E" w:rsidR="00EE5C48" w:rsidRDefault="008461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Pozytywna ocena z kolokwium pisemnego, przygotowanie prezentacji na temat wybranej metod</w:t>
            </w:r>
            <w:r w:rsidR="00EE5C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AAC, wykonanie pomocy dydaktycznych do komunikacji z osobą z niepełnosprawnością intelektualną.</w:t>
            </w:r>
            <w:r w:rsidR="005974B1"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6F1130C" w14:textId="77777777" w:rsidR="00EE5C48" w:rsidRDefault="00EE5C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34DE95" w14:textId="77777777" w:rsidR="0085747A" w:rsidRDefault="005974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Ocenianie</w:t>
            </w:r>
            <w:r w:rsidR="00EE5C48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6160990B" w14:textId="77777777" w:rsidR="00EE5C48" w:rsidRPr="00EE5C48" w:rsidRDefault="00EE5C48" w:rsidP="00EE5C4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E5C48">
              <w:rPr>
                <w:rFonts w:ascii="Corbel" w:hAnsi="Corbel"/>
                <w:sz w:val="24"/>
                <w:szCs w:val="24"/>
              </w:rPr>
              <w:t>ocena 5.0 – wykazuje znajomość efektów uczenia się na poziomie 93%-100% (znakomita wiedza i umiejętności)</w:t>
            </w:r>
          </w:p>
          <w:p w14:paraId="51DC2086" w14:textId="77777777" w:rsidR="00EE5C48" w:rsidRPr="00EE5C48" w:rsidRDefault="00EE5C48" w:rsidP="00EE5C4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E5C48">
              <w:rPr>
                <w:rFonts w:ascii="Corbel" w:hAnsi="Corbel"/>
                <w:sz w:val="24"/>
                <w:szCs w:val="24"/>
              </w:rPr>
              <w:t>ocena 4.5 – wykazuje znajomość efektów uczenia się na poziomie 85%-92% (bardzo dobry poziom wiedzy i umiejętności z drobnymi błędami)</w:t>
            </w:r>
          </w:p>
          <w:p w14:paraId="04D8933E" w14:textId="77777777" w:rsidR="00EE5C48" w:rsidRPr="00EE5C48" w:rsidRDefault="00EE5C48" w:rsidP="00EE5C4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E5C48">
              <w:rPr>
                <w:rFonts w:ascii="Corbel" w:hAnsi="Corbel"/>
                <w:sz w:val="24"/>
                <w:szCs w:val="24"/>
              </w:rPr>
              <w:t>ocena 4.0 – wykazuje znajomość efektów uczenia się na poziomie 77%-84% (dobry poziom wiedzy</w:t>
            </w:r>
            <w:r w:rsidRPr="00EE5C48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Pr="00EE5C48">
              <w:rPr>
                <w:rFonts w:ascii="Corbel" w:hAnsi="Corbel"/>
                <w:sz w:val="24"/>
                <w:szCs w:val="24"/>
              </w:rPr>
              <w:t>i umiejętności, z pewnymi niedociągnięciami)</w:t>
            </w:r>
          </w:p>
          <w:p w14:paraId="03956DD8" w14:textId="77777777" w:rsidR="00EE5C48" w:rsidRPr="00EE5C48" w:rsidRDefault="00EE5C48" w:rsidP="00EE5C4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E5C48">
              <w:rPr>
                <w:rFonts w:ascii="Corbel" w:hAnsi="Corbel"/>
                <w:sz w:val="24"/>
                <w:szCs w:val="24"/>
              </w:rPr>
              <w:t>ocena 3.5 – wykazuje znajomość efektów uczenia się na poziomie 69%-76% (zadowalająca wiedza</w:t>
            </w:r>
            <w:r w:rsidRPr="00EE5C48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Pr="00EE5C48">
              <w:rPr>
                <w:rFonts w:ascii="Corbel" w:hAnsi="Corbel"/>
                <w:sz w:val="24"/>
                <w:szCs w:val="24"/>
              </w:rPr>
              <w:t>i umiejętności, z niewielką liczbą błędów)</w:t>
            </w:r>
          </w:p>
          <w:p w14:paraId="16A3B36A" w14:textId="77777777" w:rsidR="00EE5C48" w:rsidRPr="00EE5C48" w:rsidRDefault="00EE5C48" w:rsidP="00EE5C4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EE5C48">
              <w:rPr>
                <w:rFonts w:ascii="Corbel" w:hAnsi="Corbel"/>
                <w:sz w:val="24"/>
                <w:szCs w:val="24"/>
              </w:rPr>
              <w:t>ocena 3.0 – wykazuje znajomość efektów uczenia się na poziomie 60%-68% (zadowalająca wiedza</w:t>
            </w:r>
            <w:r w:rsidRPr="00EE5C48">
              <w:rPr>
                <w:rFonts w:ascii="Times New Roman" w:hAnsi="Times New Roman"/>
                <w:b/>
                <w:smallCaps/>
                <w:sz w:val="24"/>
              </w:rPr>
              <w:t xml:space="preserve"> </w:t>
            </w:r>
            <w:r w:rsidRPr="00EE5C48">
              <w:rPr>
                <w:rFonts w:ascii="Corbel" w:hAnsi="Corbel"/>
                <w:sz w:val="24"/>
                <w:szCs w:val="24"/>
              </w:rPr>
              <w:t>i umiejętności z licznymi błędami)</w:t>
            </w:r>
          </w:p>
          <w:p w14:paraId="16C00BFC" w14:textId="2126A8F9" w:rsidR="00EE5C48" w:rsidRPr="0085762F" w:rsidRDefault="00EE5C48" w:rsidP="00EE5C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C48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2.0 – wykazuje znajomość efektów uczenia się poniżej 60%; (niezadowalająca wiedza</w:t>
            </w:r>
            <w:r w:rsidRPr="00EE5C48">
              <w:rPr>
                <w:rFonts w:ascii="Calibri" w:hAnsi="Calibri"/>
                <w:b w:val="0"/>
                <w:smallCaps w:val="0"/>
                <w:sz w:val="22"/>
              </w:rPr>
              <w:t xml:space="preserve"> </w:t>
            </w:r>
            <w:r w:rsidRPr="00EE5C48">
              <w:rPr>
                <w:rFonts w:ascii="Corbel" w:hAnsi="Corbel"/>
                <w:b w:val="0"/>
                <w:smallCaps w:val="0"/>
                <w:sz w:val="22"/>
                <w:szCs w:val="24"/>
              </w:rPr>
              <w:t>i umiejętności, liczne błędy).</w:t>
            </w:r>
          </w:p>
        </w:tc>
      </w:tr>
    </w:tbl>
    <w:p w14:paraId="55C640E6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4A7E0" w14:textId="77777777" w:rsidR="009F4610" w:rsidRPr="0085762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762F">
        <w:rPr>
          <w:rFonts w:ascii="Corbel" w:hAnsi="Corbel"/>
          <w:b/>
          <w:sz w:val="24"/>
          <w:szCs w:val="24"/>
        </w:rPr>
        <w:t xml:space="preserve">5. </w:t>
      </w:r>
      <w:r w:rsidR="00C61DC5" w:rsidRPr="0085762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98FA90" w14:textId="77777777" w:rsidR="0085747A" w:rsidRPr="0085762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85762F" w14:paraId="76DDE7B9" w14:textId="77777777" w:rsidTr="000B41CB">
        <w:tc>
          <w:tcPr>
            <w:tcW w:w="5132" w:type="dxa"/>
            <w:vAlign w:val="center"/>
          </w:tcPr>
          <w:p w14:paraId="59D15D5F" w14:textId="77777777" w:rsidR="0085747A" w:rsidRPr="008576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85762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5762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4FF7F77A" w14:textId="77777777" w:rsidR="0085747A" w:rsidRPr="0085762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5762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576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5762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46165" w:rsidRPr="0085762F" w14:paraId="0320A1DE" w14:textId="77777777" w:rsidTr="000B41CB">
        <w:tc>
          <w:tcPr>
            <w:tcW w:w="5132" w:type="dxa"/>
          </w:tcPr>
          <w:p w14:paraId="3A0F8D55" w14:textId="2C091EBA" w:rsidR="00846165" w:rsidRPr="0085762F" w:rsidRDefault="00846165" w:rsidP="005C5D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388" w:type="dxa"/>
          </w:tcPr>
          <w:p w14:paraId="01ADC9BA" w14:textId="3CEEFF14" w:rsidR="00846165" w:rsidRPr="0085762F" w:rsidRDefault="00F70C5E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46165" w:rsidRPr="0085762F" w14:paraId="0E783DB3" w14:textId="77777777" w:rsidTr="000B41CB">
        <w:tc>
          <w:tcPr>
            <w:tcW w:w="5132" w:type="dxa"/>
          </w:tcPr>
          <w:p w14:paraId="15EE6518" w14:textId="6A13C16A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992E59">
              <w:rPr>
                <w:rFonts w:ascii="Corbel" w:hAnsi="Corbel"/>
                <w:sz w:val="24"/>
                <w:szCs w:val="24"/>
              </w:rPr>
              <w:t>:</w:t>
            </w:r>
          </w:p>
          <w:p w14:paraId="75A910F8" w14:textId="454F3E2A" w:rsidR="00846165" w:rsidRPr="0085762F" w:rsidRDefault="00992E59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846165" w:rsidRPr="0085762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88" w:type="dxa"/>
          </w:tcPr>
          <w:p w14:paraId="78D3B4FB" w14:textId="77777777" w:rsidR="00992E59" w:rsidRDefault="00992E59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FCE8B4" w14:textId="0C10BA9C" w:rsidR="00846165" w:rsidRPr="0085762F" w:rsidRDefault="00846165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46165" w:rsidRPr="0085762F" w14:paraId="52D481A2" w14:textId="77777777" w:rsidTr="000B41CB">
        <w:tc>
          <w:tcPr>
            <w:tcW w:w="5132" w:type="dxa"/>
          </w:tcPr>
          <w:p w14:paraId="35E3BCB1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259B" w:rsidRPr="0085762F">
              <w:rPr>
                <w:rFonts w:ascii="Corbel" w:hAnsi="Corbel"/>
                <w:sz w:val="24"/>
                <w:szCs w:val="24"/>
              </w:rPr>
              <w:t>:</w:t>
            </w:r>
          </w:p>
          <w:p w14:paraId="7CCAA2C5" w14:textId="0C0EAF51" w:rsidR="0093259B" w:rsidRDefault="00992E59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846165" w:rsidRPr="0085762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6308AC8" w14:textId="150EA545" w:rsidR="009F3783" w:rsidRPr="0085762F" w:rsidRDefault="009F3783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analiza literatury</w:t>
            </w:r>
          </w:p>
          <w:p w14:paraId="04D362EB" w14:textId="0365CC93" w:rsidR="0093259B" w:rsidRPr="0085762F" w:rsidRDefault="00992E59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93259B" w:rsidRPr="0085762F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3C8694E2" w14:textId="26D431AF" w:rsidR="00846165" w:rsidRPr="0085762F" w:rsidRDefault="00992E59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93259B" w:rsidRPr="0085762F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14:paraId="120A6ED5" w14:textId="789797CC" w:rsidR="0093259B" w:rsidRPr="0085762F" w:rsidRDefault="00992E59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93259B" w:rsidRPr="0085762F">
              <w:rPr>
                <w:rFonts w:ascii="Corbel" w:hAnsi="Corbel"/>
                <w:sz w:val="24"/>
                <w:szCs w:val="24"/>
              </w:rPr>
              <w:t>przygotowanie pomocy dydaktycznej</w:t>
            </w:r>
          </w:p>
        </w:tc>
        <w:tc>
          <w:tcPr>
            <w:tcW w:w="4388" w:type="dxa"/>
          </w:tcPr>
          <w:p w14:paraId="093D673C" w14:textId="77777777" w:rsidR="0093259B" w:rsidRPr="0085762F" w:rsidRDefault="0093259B" w:rsidP="00992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3AE1BD3" w14:textId="25C8087F" w:rsidR="0093259B" w:rsidRDefault="00F70C5E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1B45083" w14:textId="3E86C45B" w:rsidR="009F3783" w:rsidRPr="0085762F" w:rsidRDefault="009F3783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196E3BE1" w14:textId="77777777" w:rsidR="0093259B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15</w:t>
            </w:r>
          </w:p>
          <w:p w14:paraId="34FBF27E" w14:textId="77777777" w:rsidR="0093259B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10</w:t>
            </w:r>
          </w:p>
          <w:p w14:paraId="409297C0" w14:textId="53B2767C" w:rsidR="0093259B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</w:t>
            </w:r>
            <w:r w:rsidR="00F70C5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46165" w:rsidRPr="0085762F" w14:paraId="48940B9C" w14:textId="77777777" w:rsidTr="000B41CB">
        <w:tc>
          <w:tcPr>
            <w:tcW w:w="5132" w:type="dxa"/>
          </w:tcPr>
          <w:p w14:paraId="3D7DF85F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24AE2A28" w14:textId="77777777" w:rsidR="00846165" w:rsidRPr="0085762F" w:rsidRDefault="00B4108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10</w:t>
            </w:r>
            <w:r w:rsidR="000B41CB" w:rsidRPr="008576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46165" w:rsidRPr="0085762F" w14:paraId="1C3F3F83" w14:textId="77777777" w:rsidTr="000B41CB">
        <w:tc>
          <w:tcPr>
            <w:tcW w:w="5132" w:type="dxa"/>
          </w:tcPr>
          <w:p w14:paraId="728E39A8" w14:textId="77777777" w:rsidR="00846165" w:rsidRPr="0085762F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546E801" w14:textId="77777777" w:rsidR="00846165" w:rsidRPr="0085762F" w:rsidRDefault="000B41CB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5762F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1745391" w14:textId="77777777" w:rsidR="0085747A" w:rsidRPr="0085762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762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5762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B6A663" w14:textId="77777777" w:rsidR="003E1941" w:rsidRPr="0085762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9ED18" w14:textId="77777777" w:rsidR="0085747A" w:rsidRPr="0085762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6. </w:t>
      </w:r>
      <w:r w:rsidR="0085747A" w:rsidRPr="0085762F">
        <w:rPr>
          <w:rFonts w:ascii="Corbel" w:hAnsi="Corbel"/>
          <w:smallCaps w:val="0"/>
          <w:szCs w:val="24"/>
        </w:rPr>
        <w:t>PRAKTYKI ZAWO</w:t>
      </w:r>
      <w:r w:rsidR="009D3F3B" w:rsidRPr="0085762F">
        <w:rPr>
          <w:rFonts w:ascii="Corbel" w:hAnsi="Corbel"/>
          <w:smallCaps w:val="0"/>
          <w:szCs w:val="24"/>
        </w:rPr>
        <w:t>DOWE W RAMACH PRZEDMIOTU</w:t>
      </w:r>
    </w:p>
    <w:p w14:paraId="25A99659" w14:textId="77777777" w:rsidR="0085747A" w:rsidRPr="0085762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5762F" w14:paraId="1D4ECAAB" w14:textId="77777777" w:rsidTr="000B41CB">
        <w:trPr>
          <w:trHeight w:val="397"/>
        </w:trPr>
        <w:tc>
          <w:tcPr>
            <w:tcW w:w="4082" w:type="dxa"/>
          </w:tcPr>
          <w:p w14:paraId="75F9ABFF" w14:textId="77777777" w:rsidR="0085747A" w:rsidRPr="008576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6484369" w14:textId="77777777" w:rsidR="0085747A" w:rsidRPr="0085762F" w:rsidRDefault="000B41CB" w:rsidP="000B4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B41CB" w:rsidRPr="0085762F" w14:paraId="4F093FBB" w14:textId="77777777" w:rsidTr="000B41CB">
        <w:trPr>
          <w:trHeight w:val="397"/>
        </w:trPr>
        <w:tc>
          <w:tcPr>
            <w:tcW w:w="4082" w:type="dxa"/>
          </w:tcPr>
          <w:p w14:paraId="72C1CC72" w14:textId="77777777" w:rsidR="000B41CB" w:rsidRPr="0085762F" w:rsidRDefault="000B41CB" w:rsidP="000B4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FCD38D0" w14:textId="77777777" w:rsidR="000B41CB" w:rsidRPr="0085762F" w:rsidRDefault="000B41CB" w:rsidP="000B4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0DEBD4E" w14:textId="77777777" w:rsidR="003E1941" w:rsidRPr="0085762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1210A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5762F">
        <w:rPr>
          <w:rFonts w:ascii="Corbel" w:hAnsi="Corbel"/>
          <w:smallCaps w:val="0"/>
          <w:szCs w:val="24"/>
        </w:rPr>
        <w:t xml:space="preserve">7. LITERATURA </w:t>
      </w:r>
    </w:p>
    <w:p w14:paraId="682D7650" w14:textId="77777777" w:rsidR="0085762F" w:rsidRPr="0085762F" w:rsidRDefault="0085762F" w:rsidP="0085762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1"/>
      </w:tblGrid>
      <w:tr w:rsidR="0085762F" w:rsidRPr="0085762F" w14:paraId="0272DBD0" w14:textId="77777777" w:rsidTr="000B130D">
        <w:trPr>
          <w:trHeight w:val="397"/>
        </w:trPr>
        <w:tc>
          <w:tcPr>
            <w:tcW w:w="8251" w:type="dxa"/>
          </w:tcPr>
          <w:p w14:paraId="3320DAAB" w14:textId="77777777" w:rsidR="0085762F" w:rsidRPr="0085762F" w:rsidRDefault="0085762F" w:rsidP="000B1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71926A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Błeszyński J. (red.),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Alternatywne i wspomagające metody komunikacji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, Impuls, Kraków 2008</w:t>
            </w:r>
          </w:p>
          <w:p w14:paraId="360A9A24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85762F">
              <w:rPr>
                <w:rFonts w:ascii="Corbel" w:hAnsi="Corbel"/>
                <w:i/>
                <w:iCs/>
                <w:sz w:val="24"/>
                <w:szCs w:val="24"/>
              </w:rPr>
              <w:t>Kompetencje komunikacyjne a zachowania trudne u dzieci i młodzieży z niepełnosprawnością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[w:] K. Parys, M.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Pasteczka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, J. Sikorski (red.) </w:t>
            </w:r>
            <w:r w:rsidRPr="0085762F">
              <w:rPr>
                <w:rFonts w:ascii="Corbel" w:hAnsi="Corbel"/>
                <w:i/>
                <w:iCs/>
                <w:sz w:val="24"/>
                <w:szCs w:val="24"/>
              </w:rPr>
              <w:t>Teoria i praktyka oddziaływań profilaktyczno-wspierających rozwój osób z niepełnosprawnością. Konteksty indywidulane i środowiskowe</w:t>
            </w:r>
            <w:r w:rsidRPr="0085762F">
              <w:rPr>
                <w:rFonts w:ascii="Corbel" w:hAnsi="Corbel"/>
                <w:sz w:val="24"/>
                <w:szCs w:val="24"/>
              </w:rPr>
              <w:t>, Wyd. UP Kraków 2017</w:t>
            </w:r>
          </w:p>
          <w:p w14:paraId="4FC8224E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85762F">
              <w:rPr>
                <w:rFonts w:ascii="Corbel" w:hAnsi="Corbel"/>
                <w:i/>
                <w:iCs/>
                <w:sz w:val="24"/>
                <w:szCs w:val="24"/>
              </w:rPr>
              <w:t>Trening komunikacji funkcjonalnej  (FCT) jako metoda terapii zachowań trudnych dzieci z zaburzeniami komunikacji językowej</w:t>
            </w:r>
            <w:r w:rsidRPr="0085762F">
              <w:rPr>
                <w:rFonts w:ascii="Corbel" w:hAnsi="Corbel"/>
                <w:sz w:val="24"/>
                <w:szCs w:val="24"/>
              </w:rPr>
              <w:t xml:space="preserve"> [w:] A. Myszka K. Bieńkowska, I.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Marczykowska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(red.) Głos – Język – Komunikacja 4, UR Rzeszów 2017</w:t>
            </w:r>
          </w:p>
          <w:p w14:paraId="4BD8F243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Smyczek A.,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Bolon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Bombińska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Domżał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Guzik J.,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Twoje znaki, moje słowa i zabawa już gotowa! Program edukacyjny dla rodzin dzieci niemówiących, używających komunikacji wspomagającej (AAC)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2006;</w:t>
            </w:r>
          </w:p>
          <w:p w14:paraId="5CD2CBB4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Sundberg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VB-MAPP Ocena osiągania kamieni milowych rozwoju i planowanie terapii. Program do oceny umiejętności językowych i społecznych dzieci z autyzmem i innymi zaburzeniami rozwoju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2015</w:t>
            </w:r>
          </w:p>
          <w:p w14:paraId="1DDDB0A7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Tetzchner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Martinsen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Wprowadzenie do wspomagających i alternatywnych sposobów porozumiewania się</w:t>
            </w:r>
            <w:r w:rsidRPr="0085762F">
              <w:rPr>
                <w:rFonts w:ascii="Corbel" w:hAnsi="Corbel"/>
                <w:sz w:val="24"/>
                <w:szCs w:val="24"/>
              </w:rPr>
              <w:t>, Warszawa 2002;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CCEBE99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Warrick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</w:t>
            </w:r>
            <w:r w:rsidRPr="0085762F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Porozumiewam się bez słów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Wrszawa</w:t>
            </w:r>
            <w:proofErr w:type="spellEnd"/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1999</w:t>
            </w:r>
          </w:p>
        </w:tc>
      </w:tr>
      <w:tr w:rsidR="0085762F" w:rsidRPr="0085762F" w14:paraId="5D22E060" w14:textId="77777777" w:rsidTr="000B130D">
        <w:trPr>
          <w:trHeight w:val="397"/>
        </w:trPr>
        <w:tc>
          <w:tcPr>
            <w:tcW w:w="8251" w:type="dxa"/>
          </w:tcPr>
          <w:p w14:paraId="0B676114" w14:textId="77777777" w:rsidR="0085762F" w:rsidRPr="0085762F" w:rsidRDefault="0085762F" w:rsidP="000B1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762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03FDAF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Barłóg K.,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Kensy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E., Mach A., Rorat M., 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-Sobczak M.,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Wczesne wspomaganie rozwoju i edukacja dzieci zagrożonych niepełnosprawnością i niepełnosprawnych w przedszkolu</w:t>
            </w:r>
            <w:r w:rsidRPr="0085762F">
              <w:rPr>
                <w:rFonts w:ascii="Corbel" w:hAnsi="Corbel"/>
                <w:sz w:val="24"/>
                <w:szCs w:val="24"/>
              </w:rPr>
              <w:t>, Rzeszów 2011;</w:t>
            </w:r>
          </w:p>
          <w:p w14:paraId="6C27DCA2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lastRenderedPageBreak/>
              <w:t xml:space="preserve">Bieńkowska K.,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85762F">
              <w:rPr>
                <w:rFonts w:ascii="Corbel" w:hAnsi="Corbel"/>
                <w:sz w:val="24"/>
                <w:szCs w:val="24"/>
              </w:rPr>
              <w:t>, Warszawa 2012;</w:t>
            </w:r>
          </w:p>
          <w:p w14:paraId="50481B0A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Błeszyński J., Kaczorowska-</w:t>
            </w:r>
            <w:proofErr w:type="spellStart"/>
            <w:r w:rsidRPr="0085762F">
              <w:rPr>
                <w:rFonts w:ascii="Corbel" w:hAnsi="Corbel"/>
                <w:sz w:val="24"/>
                <w:szCs w:val="24"/>
              </w:rPr>
              <w:t>Bray</w:t>
            </w:r>
            <w:proofErr w:type="spellEnd"/>
            <w:r w:rsidRPr="0085762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Diagnoza i terapia  logopedyczna osób z niepełnosprawnością intelektualną</w:t>
            </w:r>
            <w:r w:rsidRPr="0085762F">
              <w:rPr>
                <w:rFonts w:ascii="Corbel" w:hAnsi="Corbel"/>
                <w:sz w:val="24"/>
                <w:szCs w:val="24"/>
              </w:rPr>
              <w:t>, Gdańsk 2012;</w:t>
            </w:r>
          </w:p>
          <w:p w14:paraId="79422B51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>Gałkowski T., Szeląg E., Jastrzębowska G. (red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.), Podstawy neurologopedii. Podręcznik akademicki</w:t>
            </w:r>
            <w:r w:rsidRPr="0085762F">
              <w:rPr>
                <w:rFonts w:ascii="Corbel" w:hAnsi="Corbel"/>
                <w:sz w:val="24"/>
                <w:szCs w:val="24"/>
              </w:rPr>
              <w:t>, Opole 2005;</w:t>
            </w:r>
          </w:p>
          <w:p w14:paraId="7A84B6B6" w14:textId="77777777" w:rsidR="0085762F" w:rsidRPr="0085762F" w:rsidRDefault="0085762F" w:rsidP="000B1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Jastrzębowska G., Gałkowski T. (red.),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85762F">
              <w:rPr>
                <w:rFonts w:ascii="Corbel" w:hAnsi="Corbel"/>
                <w:sz w:val="24"/>
                <w:szCs w:val="24"/>
              </w:rPr>
              <w:t>, t.1,2, Opole 2003;</w:t>
            </w:r>
          </w:p>
          <w:p w14:paraId="506260B9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Kaczmarek B., Wojciechowska A., </w:t>
            </w:r>
            <w:r w:rsidRPr="0085762F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Autyzm i AAC Alternatywne i wspomagające sposoby porozumiewania się w edukacji osób z autyzmem</w:t>
            </w:r>
            <w:r w:rsidRPr="0085762F">
              <w:rPr>
                <w:rFonts w:ascii="Corbel" w:eastAsia="Times New Roman" w:hAnsi="Corbel"/>
                <w:sz w:val="24"/>
                <w:szCs w:val="24"/>
                <w:lang w:eastAsia="pl-PL"/>
              </w:rPr>
              <w:t>. Impuls, Kraków 2015</w:t>
            </w:r>
          </w:p>
          <w:p w14:paraId="692575BE" w14:textId="77777777" w:rsidR="0085762F" w:rsidRPr="0085762F" w:rsidRDefault="0085762F" w:rsidP="000B130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762F">
              <w:rPr>
                <w:rFonts w:ascii="Corbel" w:hAnsi="Corbel"/>
                <w:sz w:val="24"/>
                <w:szCs w:val="24"/>
              </w:rPr>
              <w:t xml:space="preserve">Styczek I., </w:t>
            </w:r>
            <w:r w:rsidRPr="0085762F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85762F">
              <w:rPr>
                <w:rFonts w:ascii="Corbel" w:hAnsi="Corbel"/>
                <w:sz w:val="24"/>
                <w:szCs w:val="24"/>
              </w:rPr>
              <w:t>, Warszawa 1980</w:t>
            </w:r>
          </w:p>
        </w:tc>
      </w:tr>
    </w:tbl>
    <w:p w14:paraId="1E06A15D" w14:textId="77777777" w:rsidR="0085762F" w:rsidRDefault="0085762F" w:rsidP="008576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92221" w14:textId="77777777" w:rsidR="0085762F" w:rsidRDefault="0085762F" w:rsidP="0085762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0DAFD3" w14:textId="1D6EA82A" w:rsidR="000B41CB" w:rsidRPr="0085762F" w:rsidRDefault="0085762F" w:rsidP="00EE5C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5762F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0B41CB" w:rsidRPr="0085762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59DDD" w14:textId="77777777" w:rsidR="008F4B9F" w:rsidRDefault="008F4B9F" w:rsidP="00C16ABF">
      <w:pPr>
        <w:spacing w:after="0" w:line="240" w:lineRule="auto"/>
      </w:pPr>
      <w:r>
        <w:separator/>
      </w:r>
    </w:p>
  </w:endnote>
  <w:endnote w:type="continuationSeparator" w:id="0">
    <w:p w14:paraId="334A0EFD" w14:textId="77777777" w:rsidR="008F4B9F" w:rsidRDefault="008F4B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698D8" w14:textId="77777777" w:rsidR="008F4B9F" w:rsidRDefault="008F4B9F" w:rsidP="00C16ABF">
      <w:pPr>
        <w:spacing w:after="0" w:line="240" w:lineRule="auto"/>
      </w:pPr>
      <w:r>
        <w:separator/>
      </w:r>
    </w:p>
  </w:footnote>
  <w:footnote w:type="continuationSeparator" w:id="0">
    <w:p w14:paraId="6366F2CF" w14:textId="77777777" w:rsidR="008F4B9F" w:rsidRDefault="008F4B9F" w:rsidP="00C16ABF">
      <w:pPr>
        <w:spacing w:after="0" w:line="240" w:lineRule="auto"/>
      </w:pPr>
      <w:r>
        <w:continuationSeparator/>
      </w:r>
    </w:p>
  </w:footnote>
  <w:footnote w:id="1">
    <w:p w14:paraId="17FF69B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6905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73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1CB"/>
    <w:rsid w:val="000D04B0"/>
    <w:rsid w:val="000F1C57"/>
    <w:rsid w:val="000F2492"/>
    <w:rsid w:val="000F5615"/>
    <w:rsid w:val="00107E3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621"/>
    <w:rsid w:val="001D657B"/>
    <w:rsid w:val="001D7B54"/>
    <w:rsid w:val="001E0209"/>
    <w:rsid w:val="001F2CA2"/>
    <w:rsid w:val="00200B00"/>
    <w:rsid w:val="002144C0"/>
    <w:rsid w:val="0022477D"/>
    <w:rsid w:val="002278A9"/>
    <w:rsid w:val="002336F9"/>
    <w:rsid w:val="00234F4A"/>
    <w:rsid w:val="0024028F"/>
    <w:rsid w:val="00244ABC"/>
    <w:rsid w:val="00257BEC"/>
    <w:rsid w:val="00257D0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2E8"/>
    <w:rsid w:val="002D3375"/>
    <w:rsid w:val="002D73D4"/>
    <w:rsid w:val="002F02A3"/>
    <w:rsid w:val="002F4ABE"/>
    <w:rsid w:val="003018BA"/>
    <w:rsid w:val="0030395F"/>
    <w:rsid w:val="00305C92"/>
    <w:rsid w:val="0031061F"/>
    <w:rsid w:val="0031429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8E8"/>
    <w:rsid w:val="003D18A9"/>
    <w:rsid w:val="003D6CE2"/>
    <w:rsid w:val="003E1941"/>
    <w:rsid w:val="003E2FE6"/>
    <w:rsid w:val="003E49D5"/>
    <w:rsid w:val="003E6353"/>
    <w:rsid w:val="003F205D"/>
    <w:rsid w:val="003F38C0"/>
    <w:rsid w:val="00414E3C"/>
    <w:rsid w:val="0042244A"/>
    <w:rsid w:val="00422845"/>
    <w:rsid w:val="0042745A"/>
    <w:rsid w:val="00431D5C"/>
    <w:rsid w:val="004362C6"/>
    <w:rsid w:val="00437FA2"/>
    <w:rsid w:val="00445970"/>
    <w:rsid w:val="00461EFC"/>
    <w:rsid w:val="004624E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353"/>
    <w:rsid w:val="005363C4"/>
    <w:rsid w:val="00536BDE"/>
    <w:rsid w:val="00542C1A"/>
    <w:rsid w:val="00543ACC"/>
    <w:rsid w:val="0056696D"/>
    <w:rsid w:val="00570407"/>
    <w:rsid w:val="0059484D"/>
    <w:rsid w:val="005974B1"/>
    <w:rsid w:val="005A0855"/>
    <w:rsid w:val="005A3196"/>
    <w:rsid w:val="005A344D"/>
    <w:rsid w:val="005C080F"/>
    <w:rsid w:val="005C55E5"/>
    <w:rsid w:val="005C5D31"/>
    <w:rsid w:val="005C696A"/>
    <w:rsid w:val="005E6E85"/>
    <w:rsid w:val="005F31D2"/>
    <w:rsid w:val="0061029B"/>
    <w:rsid w:val="00617230"/>
    <w:rsid w:val="00621CE1"/>
    <w:rsid w:val="00627FC9"/>
    <w:rsid w:val="00642A91"/>
    <w:rsid w:val="00647FA8"/>
    <w:rsid w:val="00650C5F"/>
    <w:rsid w:val="00654934"/>
    <w:rsid w:val="006620D9"/>
    <w:rsid w:val="00670A84"/>
    <w:rsid w:val="00671958"/>
    <w:rsid w:val="00675843"/>
    <w:rsid w:val="00696477"/>
    <w:rsid w:val="006A0283"/>
    <w:rsid w:val="006C126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17"/>
    <w:rsid w:val="007327BD"/>
    <w:rsid w:val="00734608"/>
    <w:rsid w:val="00745302"/>
    <w:rsid w:val="007461D6"/>
    <w:rsid w:val="00746EC8"/>
    <w:rsid w:val="00761395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3017"/>
    <w:rsid w:val="007D6E56"/>
    <w:rsid w:val="007F4155"/>
    <w:rsid w:val="0081554D"/>
    <w:rsid w:val="00815E08"/>
    <w:rsid w:val="0081707E"/>
    <w:rsid w:val="008449B3"/>
    <w:rsid w:val="00846165"/>
    <w:rsid w:val="008552A2"/>
    <w:rsid w:val="0085747A"/>
    <w:rsid w:val="0085762F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4AA1"/>
    <w:rsid w:val="008E64F4"/>
    <w:rsid w:val="008F12C9"/>
    <w:rsid w:val="008F16E4"/>
    <w:rsid w:val="008F4B9F"/>
    <w:rsid w:val="008F6E29"/>
    <w:rsid w:val="00916188"/>
    <w:rsid w:val="00923D7D"/>
    <w:rsid w:val="0093259B"/>
    <w:rsid w:val="009508DF"/>
    <w:rsid w:val="00950DAC"/>
    <w:rsid w:val="00954A07"/>
    <w:rsid w:val="00992E59"/>
    <w:rsid w:val="00997F14"/>
    <w:rsid w:val="009A1C35"/>
    <w:rsid w:val="009A78D9"/>
    <w:rsid w:val="009C3E31"/>
    <w:rsid w:val="009C54AE"/>
    <w:rsid w:val="009C788E"/>
    <w:rsid w:val="009D3F3B"/>
    <w:rsid w:val="009E0543"/>
    <w:rsid w:val="009E3B41"/>
    <w:rsid w:val="009F3783"/>
    <w:rsid w:val="009F3C5C"/>
    <w:rsid w:val="009F4610"/>
    <w:rsid w:val="00A00ECC"/>
    <w:rsid w:val="00A06BC6"/>
    <w:rsid w:val="00A155EE"/>
    <w:rsid w:val="00A2245B"/>
    <w:rsid w:val="00A30110"/>
    <w:rsid w:val="00A36899"/>
    <w:rsid w:val="00A371F6"/>
    <w:rsid w:val="00A43BF6"/>
    <w:rsid w:val="00A53FA5"/>
    <w:rsid w:val="00A54817"/>
    <w:rsid w:val="00A5536F"/>
    <w:rsid w:val="00A601C8"/>
    <w:rsid w:val="00A60799"/>
    <w:rsid w:val="00A61863"/>
    <w:rsid w:val="00A84C85"/>
    <w:rsid w:val="00A97DE1"/>
    <w:rsid w:val="00AB053C"/>
    <w:rsid w:val="00AC3AFC"/>
    <w:rsid w:val="00AD1146"/>
    <w:rsid w:val="00AD27D3"/>
    <w:rsid w:val="00AD64D8"/>
    <w:rsid w:val="00AD66D6"/>
    <w:rsid w:val="00AE1160"/>
    <w:rsid w:val="00AE203C"/>
    <w:rsid w:val="00AE2E74"/>
    <w:rsid w:val="00AE5FCB"/>
    <w:rsid w:val="00AF2C1E"/>
    <w:rsid w:val="00B0567C"/>
    <w:rsid w:val="00B05969"/>
    <w:rsid w:val="00B06142"/>
    <w:rsid w:val="00B135B1"/>
    <w:rsid w:val="00B17459"/>
    <w:rsid w:val="00B3130B"/>
    <w:rsid w:val="00B40587"/>
    <w:rsid w:val="00B40ADB"/>
    <w:rsid w:val="00B4108F"/>
    <w:rsid w:val="00B43B77"/>
    <w:rsid w:val="00B43E80"/>
    <w:rsid w:val="00B47037"/>
    <w:rsid w:val="00B607DB"/>
    <w:rsid w:val="00B66529"/>
    <w:rsid w:val="00B75946"/>
    <w:rsid w:val="00B8056E"/>
    <w:rsid w:val="00B819C8"/>
    <w:rsid w:val="00B82308"/>
    <w:rsid w:val="00B84366"/>
    <w:rsid w:val="00B90885"/>
    <w:rsid w:val="00BB520A"/>
    <w:rsid w:val="00BD3869"/>
    <w:rsid w:val="00BD66E9"/>
    <w:rsid w:val="00BD6FF4"/>
    <w:rsid w:val="00BF2C41"/>
    <w:rsid w:val="00BF433D"/>
    <w:rsid w:val="00C058B4"/>
    <w:rsid w:val="00C05F44"/>
    <w:rsid w:val="00C131B5"/>
    <w:rsid w:val="00C16ABF"/>
    <w:rsid w:val="00C170AE"/>
    <w:rsid w:val="00C26CB7"/>
    <w:rsid w:val="00C32488"/>
    <w:rsid w:val="00C324C1"/>
    <w:rsid w:val="00C36992"/>
    <w:rsid w:val="00C56036"/>
    <w:rsid w:val="00C6150A"/>
    <w:rsid w:val="00C61DC5"/>
    <w:rsid w:val="00C67E92"/>
    <w:rsid w:val="00C70A26"/>
    <w:rsid w:val="00C73A17"/>
    <w:rsid w:val="00C766DF"/>
    <w:rsid w:val="00C94B98"/>
    <w:rsid w:val="00CA2B96"/>
    <w:rsid w:val="00CA5089"/>
    <w:rsid w:val="00CA5ADC"/>
    <w:rsid w:val="00CA6120"/>
    <w:rsid w:val="00CD6897"/>
    <w:rsid w:val="00CE41CF"/>
    <w:rsid w:val="00CE5BAC"/>
    <w:rsid w:val="00CE642B"/>
    <w:rsid w:val="00CF25BE"/>
    <w:rsid w:val="00CF569C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BBF"/>
    <w:rsid w:val="00E21E7D"/>
    <w:rsid w:val="00E22FBC"/>
    <w:rsid w:val="00E24BF5"/>
    <w:rsid w:val="00E25338"/>
    <w:rsid w:val="00E51E44"/>
    <w:rsid w:val="00E63348"/>
    <w:rsid w:val="00E65CB9"/>
    <w:rsid w:val="00E742AA"/>
    <w:rsid w:val="00E77E88"/>
    <w:rsid w:val="00E8107D"/>
    <w:rsid w:val="00E960BB"/>
    <w:rsid w:val="00EA2074"/>
    <w:rsid w:val="00EA4832"/>
    <w:rsid w:val="00EA4E9D"/>
    <w:rsid w:val="00EB0940"/>
    <w:rsid w:val="00EC4899"/>
    <w:rsid w:val="00ED03AB"/>
    <w:rsid w:val="00ED32D2"/>
    <w:rsid w:val="00EE32DE"/>
    <w:rsid w:val="00EE5457"/>
    <w:rsid w:val="00EE5C48"/>
    <w:rsid w:val="00F070AB"/>
    <w:rsid w:val="00F12AFD"/>
    <w:rsid w:val="00F17567"/>
    <w:rsid w:val="00F27052"/>
    <w:rsid w:val="00F27A7B"/>
    <w:rsid w:val="00F364B2"/>
    <w:rsid w:val="00F526AF"/>
    <w:rsid w:val="00F6144A"/>
    <w:rsid w:val="00F617C3"/>
    <w:rsid w:val="00F7066B"/>
    <w:rsid w:val="00F70C5E"/>
    <w:rsid w:val="00F83B28"/>
    <w:rsid w:val="00F974DA"/>
    <w:rsid w:val="00FA0CB9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64BD"/>
  <w15:docId w15:val="{90380D9B-A8C7-432B-82A6-3169FB64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0C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0C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0CB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C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CB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CF41-999A-433D-9C5D-19B176B88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1486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3</cp:revision>
  <cp:lastPrinted>2019-02-06T12:12:00Z</cp:lastPrinted>
  <dcterms:created xsi:type="dcterms:W3CDTF">2025-01-31T08:37:00Z</dcterms:created>
  <dcterms:modified xsi:type="dcterms:W3CDTF">2025-01-31T12:05:00Z</dcterms:modified>
</cp:coreProperties>
</file>